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283" w:rsidRDefault="00685283" w:rsidP="00772D2E">
      <w:pPr>
        <w:rPr>
          <w:rFonts w:ascii="Tahoma" w:hAnsi="Tahoma" w:cs="Tahoma"/>
          <w:b/>
          <w:sz w:val="22"/>
          <w:szCs w:val="22"/>
        </w:rPr>
      </w:pPr>
      <w:r>
        <w:rPr>
          <w:noProof/>
        </w:rPr>
        <w:pict>
          <v:shape id="Immagine 2" o:spid="_x0000_s1026" type="#_x0000_t75" alt="logo verde giusto1" style="position:absolute;margin-left:0;margin-top:12.45pt;width:252pt;height:49.8pt;z-index:251658240;visibility:visible;mso-position-horizontal:left">
            <v:imagedata r:id="rId7" o:title=""/>
            <w10:wrap type="square" side="right"/>
          </v:shape>
        </w:pict>
      </w:r>
      <w:r>
        <w:rPr>
          <w:rFonts w:ascii="Tahoma" w:hAnsi="Tahoma" w:cs="Tahoma"/>
          <w:b/>
          <w:sz w:val="22"/>
          <w:szCs w:val="22"/>
        </w:rPr>
        <w:t xml:space="preserve">                           </w:t>
      </w:r>
    </w:p>
    <w:p w:rsidR="00685283" w:rsidRDefault="00685283" w:rsidP="00772D2E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</w:t>
      </w:r>
      <w:r w:rsidRPr="00CC1081">
        <w:rPr>
          <w:rFonts w:ascii="Verdana" w:hAnsi="Verdana"/>
          <w:noProof/>
          <w:color w:val="000000"/>
          <w:sz w:val="20"/>
          <w:szCs w:val="20"/>
        </w:rPr>
        <w:pict>
          <v:shape id="Immagine 1" o:spid="_x0000_i1026" type="#_x0000_t75" alt="LOGOALMAMAMTER" style="width:85.5pt;height:45pt;visibility:visible">
            <v:imagedata r:id="rId8" o:title=""/>
          </v:shape>
        </w:pict>
      </w:r>
      <w:r>
        <w:rPr>
          <w:rFonts w:ascii="Tahoma" w:hAnsi="Tahoma" w:cs="Tahoma"/>
          <w:b/>
          <w:sz w:val="22"/>
          <w:szCs w:val="22"/>
        </w:rPr>
        <w:br w:type="textWrapping" w:clear="all"/>
      </w:r>
    </w:p>
    <w:p w:rsidR="00685283" w:rsidRPr="003B3D14" w:rsidRDefault="00685283" w:rsidP="00802C89">
      <w:pPr>
        <w:rPr>
          <w:rFonts w:ascii="Arial" w:hAnsi="Arial" w:cs="Arial"/>
          <w:color w:val="00B050"/>
          <w:sz w:val="16"/>
          <w:szCs w:val="16"/>
        </w:rPr>
      </w:pPr>
      <w:r>
        <w:rPr>
          <w:rFonts w:ascii="Arial" w:hAnsi="Arial" w:cs="Arial"/>
          <w:color w:val="00B050"/>
          <w:sz w:val="16"/>
          <w:szCs w:val="16"/>
        </w:rPr>
        <w:t xml:space="preserve">Ufficio </w:t>
      </w:r>
      <w:r w:rsidRPr="003B3D14">
        <w:rPr>
          <w:rFonts w:ascii="Arial" w:hAnsi="Arial" w:cs="Arial"/>
          <w:color w:val="00B050"/>
          <w:sz w:val="16"/>
          <w:szCs w:val="16"/>
        </w:rPr>
        <w:t>Formazione</w:t>
      </w:r>
    </w:p>
    <w:p w:rsidR="00685283" w:rsidRPr="003B3D14" w:rsidRDefault="00685283" w:rsidP="00802C89">
      <w:pPr>
        <w:rPr>
          <w:rFonts w:ascii="Arial" w:hAnsi="Arial" w:cs="Arial"/>
          <w:color w:val="00B050"/>
          <w:sz w:val="16"/>
          <w:szCs w:val="1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5" o:spid="_x0000_s1027" type="#_x0000_t202" style="position:absolute;margin-left:1.3pt;margin-top:9.3pt;width:508.5pt;height:88.5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" stroked="f">
            <v:textbox>
              <w:txbxContent>
                <w:p w:rsidR="00685283" w:rsidRPr="00CD15EE" w:rsidRDefault="00685283" w:rsidP="00802C89">
                  <w:pPr>
                    <w:spacing w:after="120"/>
                    <w:jc w:val="center"/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  <w:r>
                    <w:rPr>
                      <w:rFonts w:ascii="Tahoma" w:hAnsi="Tahoma" w:cs="Tahoma"/>
                      <w:b/>
                      <w:sz w:val="22"/>
                      <w:szCs w:val="22"/>
                    </w:rPr>
                    <w:t xml:space="preserve">Istituto Ortopedico Rizzoli – </w:t>
                  </w:r>
                  <w:r w:rsidRPr="00AA4241">
                    <w:rPr>
                      <w:rFonts w:ascii="Tahoma" w:hAnsi="Tahoma" w:cs="Tahoma"/>
                      <w:b/>
                      <w:sz w:val="22"/>
                      <w:szCs w:val="22"/>
                      <w:highlight w:val="yellow"/>
                    </w:rPr>
                    <w:t>SEDE PREVALENTE*</w:t>
                  </w:r>
                </w:p>
                <w:p w:rsidR="00685283" w:rsidRPr="00CD15EE" w:rsidRDefault="00685283" w:rsidP="00802C89">
                  <w:pPr>
                    <w:jc w:val="center"/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  <w:t>*</w:t>
                  </w:r>
                  <w:r w:rsidRPr="00CD15EE"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  <w:t xml:space="preserve">Scuole di Specializzazione di Ortopedia e Traumatologia e </w:t>
                  </w:r>
                </w:p>
                <w:p w:rsidR="00685283" w:rsidRPr="00CD15EE" w:rsidRDefault="00685283" w:rsidP="00802C89">
                  <w:pPr>
                    <w:jc w:val="center"/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</w:pPr>
                  <w:r w:rsidRPr="00CD15EE"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  <w:t>di Medicina Fisica e Riabilitativa dell’Università di Bologna</w:t>
                  </w:r>
                </w:p>
                <w:p w:rsidR="00685283" w:rsidRPr="00CD15EE" w:rsidRDefault="00685283" w:rsidP="00802C89">
                  <w:pPr>
                    <w:jc w:val="center"/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</w:pPr>
                  <w:r w:rsidRPr="00CD15EE"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  <w:t>ALMA MATER STUDIORUM UNIVERSITA’ DI BOLOGNA</w:t>
                  </w:r>
                </w:p>
                <w:p w:rsidR="00685283" w:rsidRPr="00CD15EE" w:rsidRDefault="00685283" w:rsidP="00802C89">
                  <w:pPr>
                    <w:spacing w:after="120"/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</w:pPr>
                </w:p>
              </w:txbxContent>
            </v:textbox>
          </v:shape>
        </w:pict>
      </w:r>
    </w:p>
    <w:p w:rsidR="00685283" w:rsidRDefault="00685283" w:rsidP="00802C89">
      <w:pPr>
        <w:rPr>
          <w:rFonts w:ascii="Tahoma" w:hAnsi="Tahoma" w:cs="Tahoma"/>
          <w:b/>
          <w:sz w:val="22"/>
          <w:szCs w:val="22"/>
        </w:rPr>
      </w:pPr>
    </w:p>
    <w:p w:rsidR="00685283" w:rsidRDefault="00685283" w:rsidP="00802C89">
      <w:pPr>
        <w:rPr>
          <w:rFonts w:ascii="Tahoma" w:hAnsi="Tahoma" w:cs="Tahoma"/>
          <w:b/>
          <w:sz w:val="22"/>
          <w:szCs w:val="22"/>
        </w:rPr>
      </w:pPr>
    </w:p>
    <w:p w:rsidR="00685283" w:rsidRDefault="00685283" w:rsidP="00802C89">
      <w:pPr>
        <w:jc w:val="both"/>
        <w:rPr>
          <w:rFonts w:ascii="Tahoma" w:hAnsi="Tahoma" w:cs="Tahoma"/>
          <w:sz w:val="22"/>
          <w:szCs w:val="22"/>
        </w:rPr>
      </w:pPr>
    </w:p>
    <w:p w:rsidR="00685283" w:rsidRDefault="00685283" w:rsidP="00802C89">
      <w:pPr>
        <w:jc w:val="both"/>
        <w:rPr>
          <w:rFonts w:ascii="Tahoma" w:hAnsi="Tahoma" w:cs="Tahoma"/>
          <w:sz w:val="22"/>
          <w:szCs w:val="22"/>
        </w:rPr>
      </w:pPr>
    </w:p>
    <w:p w:rsidR="00685283" w:rsidRDefault="00685283" w:rsidP="00802C89">
      <w:pPr>
        <w:jc w:val="both"/>
        <w:rPr>
          <w:rFonts w:ascii="Tahoma" w:hAnsi="Tahoma" w:cs="Tahoma"/>
          <w:sz w:val="20"/>
          <w:szCs w:val="20"/>
        </w:rPr>
      </w:pPr>
    </w:p>
    <w:p w:rsidR="00685283" w:rsidRDefault="00685283" w:rsidP="00802C89">
      <w:pPr>
        <w:jc w:val="both"/>
        <w:rPr>
          <w:rFonts w:ascii="Tahoma" w:hAnsi="Tahoma" w:cs="Tahoma"/>
          <w:sz w:val="20"/>
          <w:szCs w:val="20"/>
        </w:rPr>
      </w:pPr>
    </w:p>
    <w:p w:rsidR="00685283" w:rsidRDefault="00685283" w:rsidP="00686B48">
      <w:pPr>
        <w:jc w:val="both"/>
        <w:rPr>
          <w:rFonts w:ascii="Tahoma" w:hAnsi="Tahoma" w:cs="Tahoma"/>
          <w:sz w:val="20"/>
          <w:szCs w:val="20"/>
        </w:rPr>
      </w:pPr>
    </w:p>
    <w:p w:rsidR="00685283" w:rsidRDefault="00685283" w:rsidP="00686B48">
      <w:pPr>
        <w:jc w:val="both"/>
        <w:rPr>
          <w:rFonts w:ascii="Tahoma" w:hAnsi="Tahoma" w:cs="Tahoma"/>
          <w:sz w:val="20"/>
          <w:szCs w:val="20"/>
        </w:rPr>
      </w:pPr>
    </w:p>
    <w:p w:rsidR="00685283" w:rsidRDefault="00685283" w:rsidP="00686B48">
      <w:pPr>
        <w:jc w:val="both"/>
        <w:rPr>
          <w:rFonts w:ascii="Tahoma" w:hAnsi="Tahoma" w:cs="Tahoma"/>
          <w:sz w:val="22"/>
          <w:szCs w:val="22"/>
        </w:rPr>
      </w:pPr>
      <w:r w:rsidRPr="00143639">
        <w:rPr>
          <w:rFonts w:ascii="Tahoma" w:hAnsi="Tahoma" w:cs="Tahoma"/>
          <w:b/>
          <w:bCs/>
          <w:sz w:val="22"/>
          <w:szCs w:val="22"/>
        </w:rPr>
        <w:t>COSE DA FARE</w:t>
      </w:r>
      <w:r w:rsidRPr="007363D2">
        <w:rPr>
          <w:rFonts w:ascii="Tahoma" w:hAnsi="Tahoma" w:cs="Tahoma"/>
          <w:sz w:val="22"/>
          <w:szCs w:val="22"/>
        </w:rPr>
        <w:t xml:space="preserve"> per iniziare la frequenza PRESSO LO IOR </w:t>
      </w:r>
    </w:p>
    <w:p w:rsidR="00685283" w:rsidRDefault="00685283" w:rsidP="00686B48">
      <w:pPr>
        <w:jc w:val="both"/>
        <w:rPr>
          <w:rFonts w:ascii="Tahoma" w:hAnsi="Tahoma" w:cs="Tahoma"/>
          <w:sz w:val="22"/>
          <w:szCs w:val="22"/>
        </w:rPr>
      </w:pPr>
    </w:p>
    <w:p w:rsidR="00685283" w:rsidRPr="007363D2" w:rsidRDefault="00685283" w:rsidP="00686B48">
      <w:pPr>
        <w:jc w:val="both"/>
        <w:rPr>
          <w:rFonts w:ascii="Tahoma" w:hAnsi="Tahoma" w:cs="Tahoma"/>
          <w:sz w:val="22"/>
          <w:szCs w:val="22"/>
        </w:rPr>
      </w:pPr>
    </w:p>
    <w:p w:rsidR="00685283" w:rsidRDefault="00685283" w:rsidP="00686B48">
      <w:pPr>
        <w:jc w:val="both"/>
        <w:rPr>
          <w:rFonts w:ascii="Tahoma" w:hAnsi="Tahoma" w:cs="Tahoma"/>
          <w:sz w:val="22"/>
          <w:szCs w:val="22"/>
        </w:rPr>
      </w:pPr>
      <w:r w:rsidRPr="007363D2">
        <w:rPr>
          <w:rFonts w:ascii="Tahoma" w:hAnsi="Tahoma" w:cs="Tahoma"/>
          <w:b/>
          <w:bCs/>
          <w:sz w:val="22"/>
          <w:szCs w:val="22"/>
        </w:rPr>
        <w:t>Inviare a</w:t>
      </w:r>
      <w:r w:rsidRPr="007363D2">
        <w:rPr>
          <w:rFonts w:ascii="Tahoma" w:hAnsi="Tahoma" w:cs="Tahoma"/>
          <w:sz w:val="22"/>
          <w:szCs w:val="22"/>
        </w:rPr>
        <w:t xml:space="preserve">: </w:t>
      </w:r>
    </w:p>
    <w:p w:rsidR="00685283" w:rsidRDefault="00685283" w:rsidP="008505AB">
      <w:pPr>
        <w:jc w:val="both"/>
        <w:rPr>
          <w:rFonts w:ascii="Tahoma" w:hAnsi="Tahoma" w:cs="Tahoma"/>
          <w:sz w:val="22"/>
          <w:szCs w:val="22"/>
        </w:rPr>
      </w:pPr>
      <w:r w:rsidRPr="001451BA">
        <w:rPr>
          <w:rFonts w:ascii="Tahoma" w:hAnsi="Tahoma" w:cs="Tahoma"/>
          <w:sz w:val="22"/>
          <w:szCs w:val="22"/>
          <w:bdr w:val="single" w:sz="4" w:space="0" w:color="auto"/>
        </w:rPr>
        <w:t>Ufficio Formazione</w:t>
      </w:r>
      <w:r w:rsidRPr="007363D2">
        <w:rPr>
          <w:rFonts w:ascii="Tahoma" w:hAnsi="Tahoma" w:cs="Tahoma"/>
          <w:sz w:val="22"/>
          <w:szCs w:val="22"/>
        </w:rPr>
        <w:t xml:space="preserve">  (</w:t>
      </w:r>
      <w:hyperlink r:id="rId9" w:history="1">
        <w:r w:rsidRPr="00FB02BD">
          <w:rPr>
            <w:rStyle w:val="Hyperlink"/>
            <w:rFonts w:ascii="Tahoma" w:hAnsi="Tahoma" w:cs="Tahoma"/>
            <w:sz w:val="22"/>
            <w:szCs w:val="22"/>
          </w:rPr>
          <w:t>formazione@ior.it</w:t>
        </w:r>
      </w:hyperlink>
      <w:r w:rsidRPr="007363D2">
        <w:rPr>
          <w:rFonts w:ascii="Tahoma" w:hAnsi="Tahoma" w:cs="Tahoma"/>
          <w:sz w:val="22"/>
          <w:szCs w:val="22"/>
        </w:rPr>
        <w:t>)</w:t>
      </w:r>
    </w:p>
    <w:p w:rsidR="00685283" w:rsidRPr="007363D2" w:rsidRDefault="00685283" w:rsidP="008505AB">
      <w:pPr>
        <w:jc w:val="both"/>
        <w:rPr>
          <w:rFonts w:ascii="Tahoma" w:hAnsi="Tahoma" w:cs="Tahoma"/>
          <w:sz w:val="22"/>
          <w:szCs w:val="22"/>
        </w:rPr>
      </w:pPr>
      <w:r w:rsidRPr="007363D2">
        <w:rPr>
          <w:rFonts w:ascii="Tahoma" w:hAnsi="Tahoma" w:cs="Tahoma"/>
          <w:sz w:val="22"/>
          <w:szCs w:val="22"/>
        </w:rPr>
        <w:t>il modulo di presa visione d</w:t>
      </w:r>
      <w:r>
        <w:rPr>
          <w:rFonts w:ascii="Tahoma" w:hAnsi="Tahoma" w:cs="Tahoma"/>
          <w:sz w:val="22"/>
          <w:szCs w:val="22"/>
        </w:rPr>
        <w:t xml:space="preserve">elle Istruzioni operative </w:t>
      </w:r>
      <w:r>
        <w:rPr>
          <w:rFonts w:ascii="Tahoma" w:hAnsi="Tahoma" w:cs="Tahoma"/>
          <w:b/>
          <w:sz w:val="22"/>
          <w:szCs w:val="22"/>
          <w:bdr w:val="single" w:sz="4" w:space="0" w:color="auto"/>
        </w:rPr>
        <w:t>a</w:t>
      </w:r>
      <w:r w:rsidRPr="00774FA9">
        <w:rPr>
          <w:rFonts w:ascii="Tahoma" w:hAnsi="Tahoma" w:cs="Tahoma"/>
          <w:b/>
          <w:sz w:val="22"/>
          <w:szCs w:val="22"/>
          <w:bdr w:val="single" w:sz="4" w:space="0" w:color="auto"/>
        </w:rPr>
        <w:t>ll</w:t>
      </w:r>
      <w:r>
        <w:rPr>
          <w:rFonts w:ascii="Tahoma" w:hAnsi="Tahoma" w:cs="Tahoma"/>
          <w:b/>
          <w:sz w:val="22"/>
          <w:szCs w:val="22"/>
          <w:bdr w:val="single" w:sz="4" w:space="0" w:color="auto"/>
        </w:rPr>
        <w:t>egato 1 A</w:t>
      </w:r>
      <w:r>
        <w:rPr>
          <w:rFonts w:ascii="Tahoma" w:hAnsi="Tahoma" w:cs="Tahoma"/>
          <w:sz w:val="22"/>
          <w:szCs w:val="22"/>
        </w:rPr>
        <w:t xml:space="preserve"> - MOD.MFS01, compilato firmato e datato</w:t>
      </w:r>
    </w:p>
    <w:p w:rsidR="00685283" w:rsidRDefault="00685283" w:rsidP="006D73F7">
      <w:pPr>
        <w:jc w:val="both"/>
        <w:rPr>
          <w:rFonts w:ascii="Tahoma" w:hAnsi="Tahoma" w:cs="Tahoma"/>
          <w:strike/>
          <w:sz w:val="22"/>
          <w:szCs w:val="22"/>
        </w:rPr>
      </w:pPr>
    </w:p>
    <w:p w:rsidR="00685283" w:rsidRPr="00486EDD" w:rsidRDefault="00685283" w:rsidP="006D73F7">
      <w:pPr>
        <w:jc w:val="both"/>
        <w:rPr>
          <w:rFonts w:ascii="Tahoma" w:hAnsi="Tahoma" w:cs="Tahoma"/>
          <w:sz w:val="22"/>
          <w:szCs w:val="22"/>
        </w:rPr>
      </w:pPr>
      <w:r w:rsidRPr="00486EDD">
        <w:rPr>
          <w:rFonts w:ascii="Tahoma" w:hAnsi="Tahoma" w:cs="Tahoma"/>
          <w:sz w:val="22"/>
          <w:szCs w:val="22"/>
          <w:bdr w:val="single" w:sz="4" w:space="0" w:color="auto"/>
        </w:rPr>
        <w:t>Direzione Sanitaria</w:t>
      </w:r>
      <w:r w:rsidRPr="00486EDD">
        <w:rPr>
          <w:rFonts w:ascii="Tahoma" w:hAnsi="Tahoma" w:cs="Tahoma"/>
          <w:sz w:val="22"/>
          <w:szCs w:val="22"/>
        </w:rPr>
        <w:t xml:space="preserve"> </w:t>
      </w:r>
      <w:r w:rsidRPr="00486EDD">
        <w:rPr>
          <w:rFonts w:ascii="Tahoma" w:hAnsi="Tahoma" w:cs="Tahoma"/>
          <w:color w:val="0000FF"/>
          <w:sz w:val="22"/>
          <w:szCs w:val="22"/>
        </w:rPr>
        <w:t>(</w:t>
      </w:r>
      <w:hyperlink r:id="rId10" w:history="1">
        <w:r w:rsidRPr="00486EDD">
          <w:rPr>
            <w:rStyle w:val="Hyperlink"/>
            <w:rFonts w:ascii="Tahoma" w:hAnsi="Tahoma" w:cs="Tahoma"/>
            <w:sz w:val="22"/>
            <w:szCs w:val="22"/>
          </w:rPr>
          <w:t>direzione.sanitaria@ior.it</w:t>
        </w:r>
      </w:hyperlink>
      <w:r w:rsidRPr="00486EDD">
        <w:t>)</w:t>
      </w:r>
      <w:r w:rsidRPr="00486EDD">
        <w:rPr>
          <w:rFonts w:ascii="Tahoma" w:hAnsi="Tahoma" w:cs="Tahoma"/>
          <w:sz w:val="22"/>
          <w:szCs w:val="22"/>
        </w:rPr>
        <w:t xml:space="preserve"> </w:t>
      </w:r>
    </w:p>
    <w:p w:rsidR="00685283" w:rsidRPr="00486EDD" w:rsidRDefault="00685283" w:rsidP="006D73F7">
      <w:pPr>
        <w:jc w:val="both"/>
        <w:rPr>
          <w:rFonts w:ascii="Tahoma" w:hAnsi="Tahoma" w:cs="Tahoma"/>
          <w:sz w:val="22"/>
          <w:szCs w:val="22"/>
        </w:rPr>
      </w:pPr>
      <w:r w:rsidRPr="00486EDD">
        <w:rPr>
          <w:rFonts w:ascii="Tahoma" w:hAnsi="Tahoma" w:cs="Tahoma"/>
          <w:sz w:val="22"/>
          <w:szCs w:val="22"/>
        </w:rPr>
        <w:t xml:space="preserve">le Schede A e C  </w:t>
      </w:r>
      <w:r w:rsidRPr="00486EDD">
        <w:rPr>
          <w:rFonts w:ascii="Tahoma" w:hAnsi="Tahoma" w:cs="Tahoma"/>
          <w:b/>
          <w:sz w:val="22"/>
          <w:szCs w:val="22"/>
          <w:bdr w:val="single" w:sz="4" w:space="0" w:color="auto"/>
        </w:rPr>
        <w:t>allegato 2</w:t>
      </w:r>
      <w:r w:rsidRPr="00486EDD">
        <w:rPr>
          <w:rFonts w:ascii="Tahoma" w:hAnsi="Tahoma" w:cs="Tahoma"/>
          <w:sz w:val="22"/>
          <w:szCs w:val="22"/>
        </w:rPr>
        <w:t>, compilate con tutti i dati e firmate dal Direttore dell'Unità Operativa che prenderà in carico il MFS (frequenze previste nel Piano Formativo),</w:t>
      </w:r>
    </w:p>
    <w:p w:rsidR="00685283" w:rsidRPr="00486EDD" w:rsidRDefault="00685283" w:rsidP="006D73F7">
      <w:pPr>
        <w:rPr>
          <w:rFonts w:ascii="Tahoma" w:hAnsi="Tahoma" w:cs="Tahoma"/>
          <w:sz w:val="22"/>
          <w:szCs w:val="22"/>
        </w:rPr>
      </w:pPr>
    </w:p>
    <w:tbl>
      <w:tblPr>
        <w:tblpPr w:leftFromText="141" w:rightFromText="141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8"/>
      </w:tblGrid>
      <w:tr w:rsidR="00685283" w:rsidRPr="00486EDD" w:rsidTr="00486EDD">
        <w:tc>
          <w:tcPr>
            <w:tcW w:w="2268" w:type="dxa"/>
          </w:tcPr>
          <w:p w:rsidR="00685283" w:rsidRPr="00486EDD" w:rsidRDefault="00685283" w:rsidP="00486EDD">
            <w:pPr>
              <w:jc w:val="both"/>
              <w:rPr>
                <w:rFonts w:ascii="Tahoma" w:hAnsi="Tahoma" w:cs="Tahoma"/>
              </w:rPr>
            </w:pPr>
            <w:r w:rsidRPr="00486EDD">
              <w:rPr>
                <w:rFonts w:ascii="Tahoma" w:hAnsi="Tahoma" w:cs="Tahoma"/>
                <w:sz w:val="22"/>
                <w:szCs w:val="22"/>
              </w:rPr>
              <w:t>Medicina del lavoro</w:t>
            </w:r>
          </w:p>
        </w:tc>
      </w:tr>
    </w:tbl>
    <w:p w:rsidR="00685283" w:rsidRPr="004612BD" w:rsidRDefault="00685283" w:rsidP="004612BD">
      <w:pPr>
        <w:jc w:val="both"/>
        <w:rPr>
          <w:rFonts w:ascii="Tahoma" w:hAnsi="Tahoma" w:cs="Tahoma"/>
          <w:color w:val="0000FF"/>
          <w:sz w:val="22"/>
          <w:szCs w:val="22"/>
        </w:rPr>
      </w:pPr>
      <w:r w:rsidRPr="00423ED0">
        <w:rPr>
          <w:rFonts w:ascii="Tahoma" w:hAnsi="Tahoma" w:cs="Tahoma"/>
          <w:color w:val="0000FF"/>
          <w:sz w:val="22"/>
          <w:szCs w:val="22"/>
        </w:rPr>
        <w:t>(med.lavoro@ior.it)</w:t>
      </w:r>
      <w:r w:rsidRPr="00486EDD">
        <w:rPr>
          <w:rFonts w:ascii="Tahoma" w:hAnsi="Tahoma" w:cs="Tahoma"/>
          <w:sz w:val="22"/>
          <w:szCs w:val="22"/>
        </w:rPr>
        <w:br w:type="textWrapping" w:clear="all"/>
        <w:t>a) modulo di idoneità già in possesso</w:t>
      </w:r>
    </w:p>
    <w:p w:rsidR="00685283" w:rsidRPr="00486EDD" w:rsidRDefault="00685283" w:rsidP="006D73F7">
      <w:pPr>
        <w:jc w:val="both"/>
        <w:rPr>
          <w:rFonts w:ascii="Tahoma" w:hAnsi="Tahoma" w:cs="Tahoma"/>
          <w:sz w:val="22"/>
          <w:szCs w:val="22"/>
        </w:rPr>
      </w:pPr>
      <w:r w:rsidRPr="00486EDD">
        <w:rPr>
          <w:rFonts w:ascii="Tahoma" w:hAnsi="Tahoma" w:cs="Tahoma"/>
          <w:sz w:val="22"/>
          <w:szCs w:val="22"/>
        </w:rPr>
        <w:t>b) Certificato delle vaccinazioni (FSE) compreso vaccinazione anticovid 19 terza dose o</w:t>
      </w:r>
    </w:p>
    <w:p w:rsidR="00685283" w:rsidRPr="00486EDD" w:rsidRDefault="00685283" w:rsidP="006D73F7">
      <w:pPr>
        <w:jc w:val="both"/>
        <w:rPr>
          <w:rFonts w:ascii="Tahoma" w:hAnsi="Tahoma" w:cs="Tahoma"/>
          <w:sz w:val="22"/>
          <w:szCs w:val="22"/>
        </w:rPr>
      </w:pPr>
      <w:r w:rsidRPr="00486EDD">
        <w:rPr>
          <w:rFonts w:ascii="Tahoma" w:hAnsi="Tahoma" w:cs="Tahoma"/>
          <w:sz w:val="22"/>
          <w:szCs w:val="22"/>
        </w:rPr>
        <w:t>ciclo completo se è stato fatto il vaccino da meno di 120 giorni o se si è fatta solo una dose</w:t>
      </w:r>
    </w:p>
    <w:p w:rsidR="00685283" w:rsidRPr="00486EDD" w:rsidRDefault="00685283" w:rsidP="006D73F7">
      <w:pPr>
        <w:jc w:val="both"/>
        <w:rPr>
          <w:rFonts w:ascii="Tahoma" w:hAnsi="Tahoma" w:cs="Tahoma"/>
          <w:sz w:val="22"/>
          <w:szCs w:val="22"/>
        </w:rPr>
      </w:pPr>
    </w:p>
    <w:p w:rsidR="00685283" w:rsidRPr="007363D2" w:rsidRDefault="00685283" w:rsidP="00686B48">
      <w:pPr>
        <w:jc w:val="both"/>
        <w:rPr>
          <w:rFonts w:ascii="Tahoma" w:hAnsi="Tahoma" w:cs="Tahoma"/>
          <w:sz w:val="22"/>
          <w:szCs w:val="22"/>
        </w:rPr>
      </w:pPr>
    </w:p>
    <w:p w:rsidR="00685283" w:rsidRDefault="00685283" w:rsidP="00686B48">
      <w:pPr>
        <w:jc w:val="both"/>
        <w:rPr>
          <w:rFonts w:ascii="Tahoma" w:hAnsi="Tahoma" w:cs="Tahoma"/>
          <w:sz w:val="22"/>
          <w:szCs w:val="22"/>
        </w:rPr>
      </w:pPr>
      <w:r w:rsidRPr="007363D2">
        <w:rPr>
          <w:rFonts w:ascii="Tahoma" w:hAnsi="Tahoma" w:cs="Tahoma"/>
          <w:b/>
          <w:bCs/>
          <w:sz w:val="22"/>
          <w:szCs w:val="22"/>
        </w:rPr>
        <w:t xml:space="preserve">Prendere contatti con:  </w:t>
      </w:r>
    </w:p>
    <w:p w:rsidR="00685283" w:rsidRDefault="00685283" w:rsidP="008A1398">
      <w:pPr>
        <w:jc w:val="both"/>
        <w:rPr>
          <w:rFonts w:ascii="Tahoma" w:hAnsi="Tahoma" w:cs="Tahoma"/>
          <w:sz w:val="22"/>
          <w:szCs w:val="22"/>
        </w:rPr>
      </w:pPr>
      <w:r w:rsidRPr="002B277E">
        <w:rPr>
          <w:rFonts w:ascii="Tahoma" w:hAnsi="Tahoma" w:cs="Tahoma"/>
          <w:sz w:val="22"/>
          <w:szCs w:val="22"/>
          <w:bdr w:val="single" w:sz="4" w:space="0" w:color="auto"/>
        </w:rPr>
        <w:t>Medicina del Lavoro</w:t>
      </w:r>
      <w:r w:rsidRPr="007363D2">
        <w:rPr>
          <w:rFonts w:ascii="Tahoma" w:hAnsi="Tahoma" w:cs="Tahoma"/>
          <w:sz w:val="22"/>
          <w:szCs w:val="22"/>
        </w:rPr>
        <w:t xml:space="preserve"> </w:t>
      </w:r>
      <w:r w:rsidRPr="00423ED0">
        <w:rPr>
          <w:rFonts w:ascii="Tahoma" w:hAnsi="Tahoma" w:cs="Tahoma"/>
          <w:color w:val="0000FF"/>
          <w:sz w:val="22"/>
          <w:szCs w:val="22"/>
        </w:rPr>
        <w:t>(med.lavoro@ior.it</w:t>
      </w:r>
      <w:r w:rsidRPr="000D04CB">
        <w:rPr>
          <w:rFonts w:ascii="Tahoma" w:hAnsi="Tahoma" w:cs="Tahoma"/>
          <w:color w:val="0000FF"/>
          <w:sz w:val="22"/>
          <w:szCs w:val="22"/>
        </w:rPr>
        <w:t>)</w:t>
      </w:r>
      <w:r w:rsidRPr="007363D2">
        <w:rPr>
          <w:rFonts w:ascii="Tahoma" w:hAnsi="Tahoma" w:cs="Tahoma"/>
          <w:sz w:val="22"/>
          <w:szCs w:val="22"/>
        </w:rPr>
        <w:t xml:space="preserve"> per </w:t>
      </w:r>
      <w:r>
        <w:rPr>
          <w:rFonts w:ascii="Tahoma" w:hAnsi="Tahoma" w:cs="Tahoma"/>
          <w:sz w:val="22"/>
          <w:szCs w:val="22"/>
        </w:rPr>
        <w:t xml:space="preserve">concordare </w:t>
      </w:r>
      <w:r w:rsidRPr="002B277E">
        <w:rPr>
          <w:rFonts w:ascii="Tahoma" w:hAnsi="Tahoma" w:cs="Tahoma"/>
          <w:b/>
          <w:bCs/>
          <w:sz w:val="22"/>
          <w:szCs w:val="22"/>
          <w:u w:val="single"/>
        </w:rPr>
        <w:t>l'iter idoneità</w:t>
      </w:r>
      <w:r w:rsidRPr="007363D2">
        <w:rPr>
          <w:rFonts w:ascii="Tahoma" w:hAnsi="Tahoma" w:cs="Tahoma"/>
          <w:sz w:val="22"/>
          <w:szCs w:val="22"/>
        </w:rPr>
        <w:t>;</w:t>
      </w:r>
    </w:p>
    <w:p w:rsidR="00685283" w:rsidRDefault="00685283" w:rsidP="00920DC7">
      <w:pPr>
        <w:jc w:val="both"/>
        <w:rPr>
          <w:rFonts w:ascii="Tahoma" w:hAnsi="Tahoma" w:cs="Tahoma"/>
          <w:sz w:val="22"/>
          <w:szCs w:val="22"/>
        </w:rPr>
      </w:pPr>
    </w:p>
    <w:p w:rsidR="00685283" w:rsidRDefault="00685283" w:rsidP="00920DC7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  <w:bdr w:val="single" w:sz="4" w:space="0" w:color="auto"/>
        </w:rPr>
        <w:t xml:space="preserve">Servizio  ICT </w:t>
      </w:r>
      <w:r>
        <w:rPr>
          <w:rFonts w:ascii="Tahoma" w:hAnsi="Tahoma" w:cs="Tahoma"/>
          <w:sz w:val="22"/>
          <w:szCs w:val="22"/>
        </w:rPr>
        <w:t xml:space="preserve"> (</w:t>
      </w:r>
      <w:r w:rsidRPr="00036637">
        <w:rPr>
          <w:rFonts w:ascii="Tahoma" w:hAnsi="Tahoma" w:cs="Tahoma"/>
          <w:color w:val="0000FF"/>
          <w:sz w:val="22"/>
          <w:szCs w:val="22"/>
        </w:rPr>
        <w:t>abilitazioni.ict@ior.it)</w:t>
      </w:r>
    </w:p>
    <w:p w:rsidR="00685283" w:rsidRPr="00486EDD" w:rsidRDefault="00685283" w:rsidP="00920DC7">
      <w:pPr>
        <w:jc w:val="both"/>
        <w:rPr>
          <w:rFonts w:ascii="Tahoma" w:hAnsi="Tahoma" w:cs="Tahoma"/>
          <w:sz w:val="22"/>
          <w:szCs w:val="22"/>
        </w:rPr>
      </w:pPr>
      <w:r w:rsidRPr="00486EDD">
        <w:rPr>
          <w:rFonts w:ascii="Tahoma" w:hAnsi="Tahoma" w:cs="Tahoma"/>
          <w:sz w:val="22"/>
          <w:szCs w:val="22"/>
        </w:rPr>
        <w:t xml:space="preserve">Le </w:t>
      </w:r>
      <w:r w:rsidRPr="00486EDD">
        <w:rPr>
          <w:rFonts w:ascii="Tahoma" w:hAnsi="Tahoma" w:cs="Tahoma"/>
          <w:b/>
          <w:bCs/>
          <w:sz w:val="22"/>
          <w:szCs w:val="22"/>
          <w:u w:val="single"/>
        </w:rPr>
        <w:t>credenziali per l'accesso ai Servizi Informativi</w:t>
      </w:r>
      <w:r w:rsidRPr="00486EDD">
        <w:rPr>
          <w:rFonts w:ascii="Tahoma" w:hAnsi="Tahoma" w:cs="Tahoma"/>
          <w:sz w:val="22"/>
          <w:szCs w:val="22"/>
        </w:rPr>
        <w:t xml:space="preserve"> del Rizzoli, saranno inviate all'indirizzo mail del MFS dal Servizio ICT a seguito di invio a ICT (</w:t>
      </w:r>
      <w:hyperlink r:id="rId11" w:history="1">
        <w:r w:rsidRPr="00486EDD">
          <w:rPr>
            <w:rStyle w:val="Hyperlink"/>
            <w:rFonts w:ascii="Tahoma" w:hAnsi="Tahoma" w:cs="Tahoma"/>
            <w:color w:val="auto"/>
            <w:sz w:val="22"/>
            <w:szCs w:val="22"/>
          </w:rPr>
          <w:t>abilitazioni.ict@ior.it</w:t>
        </w:r>
      </w:hyperlink>
      <w:r w:rsidRPr="00486EDD">
        <w:rPr>
          <w:rFonts w:ascii="Tahoma" w:hAnsi="Tahoma" w:cs="Tahoma"/>
          <w:sz w:val="22"/>
          <w:szCs w:val="22"/>
        </w:rPr>
        <w:t xml:space="preserve">) del modulo di richiesta abilitazione </w:t>
      </w:r>
      <w:r w:rsidRPr="00486EDD">
        <w:rPr>
          <w:rFonts w:ascii="Tahoma" w:hAnsi="Tahoma" w:cs="Tahoma"/>
          <w:b/>
          <w:sz w:val="22"/>
          <w:szCs w:val="22"/>
          <w:bdr w:val="single" w:sz="4" w:space="0" w:color="auto"/>
        </w:rPr>
        <w:t xml:space="preserve"> allegato 3</w:t>
      </w:r>
      <w:r w:rsidRPr="00486EDD">
        <w:rPr>
          <w:rFonts w:ascii="Tahoma" w:hAnsi="Tahoma" w:cs="Tahoma"/>
          <w:sz w:val="22"/>
          <w:szCs w:val="22"/>
        </w:rPr>
        <w:t xml:space="preserve"> debitamente compilato e firmato dal Direttore dell’Unità Operativa</w:t>
      </w:r>
      <w:r>
        <w:rPr>
          <w:rFonts w:ascii="Tahoma" w:hAnsi="Tahoma" w:cs="Tahoma"/>
          <w:sz w:val="22"/>
          <w:szCs w:val="22"/>
        </w:rPr>
        <w:t xml:space="preserve"> che prenderà in carico il MFS </w:t>
      </w:r>
    </w:p>
    <w:p w:rsidR="00685283" w:rsidRDefault="00685283" w:rsidP="008A1398">
      <w:pPr>
        <w:jc w:val="both"/>
        <w:rPr>
          <w:rFonts w:ascii="Tahoma" w:hAnsi="Tahoma" w:cs="Tahoma"/>
          <w:sz w:val="22"/>
          <w:szCs w:val="22"/>
        </w:rPr>
      </w:pPr>
    </w:p>
    <w:p w:rsidR="00685283" w:rsidRDefault="00685283" w:rsidP="00480345">
      <w:pPr>
        <w:jc w:val="both"/>
        <w:rPr>
          <w:rFonts w:ascii="Tahoma" w:hAnsi="Tahoma" w:cs="Tahoma"/>
          <w:sz w:val="22"/>
          <w:szCs w:val="22"/>
        </w:rPr>
      </w:pPr>
      <w:r w:rsidRPr="00486EDD">
        <w:rPr>
          <w:rFonts w:ascii="Tahoma" w:hAnsi="Tahoma" w:cs="Tahoma"/>
          <w:sz w:val="22"/>
          <w:szCs w:val="22"/>
          <w:bdr w:val="single" w:sz="4" w:space="0" w:color="auto"/>
        </w:rPr>
        <w:t>Sportello Qualificato</w:t>
      </w:r>
      <w:r w:rsidRPr="00486EDD">
        <w:rPr>
          <w:rFonts w:ascii="Tahoma" w:hAnsi="Tahoma" w:cs="Tahoma"/>
          <w:sz w:val="22"/>
          <w:szCs w:val="22"/>
        </w:rPr>
        <w:t xml:space="preserve"> </w:t>
      </w:r>
      <w:r w:rsidRPr="00423ED0">
        <w:rPr>
          <w:rFonts w:ascii="Tahoma" w:hAnsi="Tahoma" w:cs="Tahoma"/>
          <w:sz w:val="22"/>
          <w:szCs w:val="22"/>
        </w:rPr>
        <w:t>Ufficio Rilevazione Presenze IOR Tel. 6876</w:t>
      </w:r>
      <w:r w:rsidRPr="004612BD">
        <w:rPr>
          <w:rFonts w:ascii="Tahoma" w:hAnsi="Tahoma" w:cs="Tahoma"/>
          <w:color w:val="FF0000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oppure </w:t>
      </w:r>
      <w:r w:rsidRPr="00486EDD">
        <w:rPr>
          <w:rFonts w:ascii="Tahoma" w:hAnsi="Tahoma" w:cs="Tahoma"/>
          <w:sz w:val="22"/>
          <w:szCs w:val="22"/>
        </w:rPr>
        <w:t>051.6079564 D'Attilio Riccardo - 051.6079</w:t>
      </w:r>
      <w:r>
        <w:rPr>
          <w:rFonts w:ascii="Tahoma" w:hAnsi="Tahoma" w:cs="Tahoma"/>
          <w:sz w:val="22"/>
          <w:szCs w:val="22"/>
        </w:rPr>
        <w:t>577 Catania Calogero Giuseppe.</w:t>
      </w:r>
    </w:p>
    <w:p w:rsidR="00685283" w:rsidRPr="00480345" w:rsidRDefault="00685283" w:rsidP="00480345">
      <w:pPr>
        <w:jc w:val="both"/>
        <w:rPr>
          <w:rFonts w:ascii="Tahoma" w:hAnsi="Tahoma" w:cs="Tahoma"/>
          <w:sz w:val="22"/>
          <w:szCs w:val="22"/>
          <w:bdr w:val="single" w:sz="4" w:space="0" w:color="auto"/>
        </w:rPr>
      </w:pPr>
      <w:r>
        <w:rPr>
          <w:rFonts w:ascii="Tahoma" w:hAnsi="Tahoma" w:cs="Tahoma"/>
          <w:sz w:val="22"/>
          <w:szCs w:val="22"/>
        </w:rPr>
        <w:t>P</w:t>
      </w:r>
      <w:r w:rsidRPr="00486EDD">
        <w:rPr>
          <w:rFonts w:ascii="Tahoma" w:hAnsi="Tahoma" w:cs="Tahoma"/>
          <w:sz w:val="22"/>
          <w:szCs w:val="22"/>
        </w:rPr>
        <w:t xml:space="preserve">er ottenere il </w:t>
      </w:r>
      <w:r w:rsidRPr="00486EDD">
        <w:rPr>
          <w:rFonts w:ascii="Tahoma" w:hAnsi="Tahoma" w:cs="Tahoma"/>
          <w:b/>
          <w:bCs/>
          <w:sz w:val="22"/>
          <w:szCs w:val="22"/>
        </w:rPr>
        <w:t>badge di accesso</w:t>
      </w:r>
      <w:r w:rsidRPr="00486EDD">
        <w:rPr>
          <w:rFonts w:ascii="Tahoma" w:hAnsi="Tahoma" w:cs="Tahoma"/>
          <w:sz w:val="22"/>
          <w:szCs w:val="22"/>
        </w:rPr>
        <w:t xml:space="preserve"> alle strutture dello IOR </w:t>
      </w:r>
      <w:r>
        <w:rPr>
          <w:rFonts w:ascii="Tahoma" w:hAnsi="Tahoma" w:cs="Tahoma"/>
          <w:sz w:val="22"/>
          <w:szCs w:val="22"/>
        </w:rPr>
        <w:t xml:space="preserve">compilare modulo </w:t>
      </w:r>
      <w:r w:rsidRPr="00465F48">
        <w:rPr>
          <w:rFonts w:ascii="Tahoma" w:hAnsi="Tahoma" w:cs="Tahoma"/>
          <w:b/>
          <w:sz w:val="22"/>
          <w:szCs w:val="22"/>
          <w:bdr w:val="single" w:sz="4" w:space="0" w:color="auto"/>
        </w:rPr>
        <w:t xml:space="preserve">allegato </w:t>
      </w:r>
      <w:smartTag w:uri="urn:schemas-microsoft-com:office:smarttags" w:element="metricconverter">
        <w:smartTagPr>
          <w:attr w:name="ProductID" w:val="3 A"/>
        </w:smartTagPr>
        <w:r w:rsidRPr="00465F48">
          <w:rPr>
            <w:rFonts w:ascii="Tahoma" w:hAnsi="Tahoma" w:cs="Tahoma"/>
            <w:b/>
            <w:sz w:val="22"/>
            <w:szCs w:val="22"/>
            <w:bdr w:val="single" w:sz="4" w:space="0" w:color="auto"/>
          </w:rPr>
          <w:t>3 A</w:t>
        </w:r>
      </w:smartTag>
      <w:r>
        <w:rPr>
          <w:rFonts w:ascii="Tahoma" w:hAnsi="Tahoma" w:cs="Tahoma"/>
          <w:b/>
          <w:sz w:val="22"/>
          <w:szCs w:val="22"/>
        </w:rPr>
        <w:t xml:space="preserve"> </w:t>
      </w:r>
      <w:r w:rsidRPr="00480345">
        <w:rPr>
          <w:rFonts w:ascii="Tahoma" w:hAnsi="Tahoma" w:cs="Tahoma"/>
          <w:sz w:val="22"/>
          <w:szCs w:val="22"/>
        </w:rPr>
        <w:t xml:space="preserve">e vedere istruzioni </w:t>
      </w:r>
      <w:r w:rsidRPr="00465F48">
        <w:rPr>
          <w:rFonts w:ascii="Tahoma" w:hAnsi="Tahoma" w:cs="Tahoma"/>
          <w:b/>
          <w:sz w:val="22"/>
          <w:szCs w:val="22"/>
          <w:bdr w:val="single" w:sz="4" w:space="0" w:color="auto"/>
        </w:rPr>
        <w:t>allegato</w:t>
      </w:r>
      <w:r w:rsidRPr="00465F48">
        <w:rPr>
          <w:rFonts w:ascii="Tahoma" w:hAnsi="Tahoma" w:cs="Tahoma"/>
          <w:sz w:val="22"/>
          <w:szCs w:val="22"/>
          <w:bdr w:val="single" w:sz="4" w:space="0" w:color="auto"/>
        </w:rPr>
        <w:t xml:space="preserve"> </w:t>
      </w:r>
      <w:r w:rsidRPr="00465F48">
        <w:rPr>
          <w:rFonts w:ascii="Tahoma" w:hAnsi="Tahoma" w:cs="Tahoma"/>
          <w:b/>
          <w:sz w:val="22"/>
          <w:szCs w:val="22"/>
          <w:bdr w:val="single" w:sz="4" w:space="0" w:color="auto"/>
        </w:rPr>
        <w:t>3 B</w:t>
      </w:r>
    </w:p>
    <w:p w:rsidR="00685283" w:rsidRPr="000D7619" w:rsidRDefault="00685283" w:rsidP="000D7619">
      <w:pPr>
        <w:jc w:val="both"/>
        <w:rPr>
          <w:rFonts w:ascii="Tahoma" w:hAnsi="Tahoma" w:cs="Tahoma"/>
          <w:bCs/>
          <w:i/>
          <w:sz w:val="20"/>
          <w:szCs w:val="20"/>
          <w:highlight w:val="lightGray"/>
        </w:rPr>
      </w:pPr>
      <w:r w:rsidRPr="00060D1C">
        <w:rPr>
          <w:rFonts w:ascii="Tahoma" w:hAnsi="Tahoma" w:cs="Tahoma"/>
          <w:bCs/>
          <w:sz w:val="22"/>
          <w:szCs w:val="22"/>
        </w:rPr>
        <w:t>Il badge per la rilevazione della presenza è rilasciato dal Servizio Unico Metropolitano Amministrazione del personale; è</w:t>
      </w:r>
      <w:r w:rsidRPr="00060D1C">
        <w:rPr>
          <w:rFonts w:ascii="Tahoma" w:hAnsi="Tahoma" w:cs="Tahoma"/>
          <w:sz w:val="22"/>
          <w:szCs w:val="22"/>
        </w:rPr>
        <w:t xml:space="preserve"> presente in IOR un presidio dello Sportello Qualificato con accesso diretto al pubblico nelle giornate</w:t>
      </w:r>
      <w:r w:rsidRPr="00486EDD">
        <w:rPr>
          <w:rFonts w:ascii="Tahoma" w:hAnsi="Tahoma" w:cs="Tahoma"/>
          <w:sz w:val="22"/>
          <w:szCs w:val="22"/>
        </w:rPr>
        <w:t xml:space="preserve"> di lunedì e giovedì (il venerdì su appuntamento) dalle </w:t>
      </w:r>
      <w:smartTag w:uri="urn:schemas-microsoft-com:office:smarttags" w:element="time">
        <w:smartTagPr>
          <w:attr w:name="Minute" w:val="00"/>
          <w:attr w:name="Hour" w:val="9"/>
        </w:smartTagPr>
        <w:smartTag w:uri="urn:schemas-microsoft-com:office:smarttags" w:element="metricconverter">
          <w:smartTagPr>
            <w:attr w:name="ProductID" w:val="3 A"/>
          </w:smartTagPr>
          <w:r w:rsidRPr="00486EDD">
            <w:rPr>
              <w:rFonts w:ascii="Tahoma" w:hAnsi="Tahoma" w:cs="Tahoma"/>
              <w:sz w:val="22"/>
              <w:szCs w:val="22"/>
            </w:rPr>
            <w:t>9.00</w:t>
          </w:r>
        </w:smartTag>
      </w:smartTag>
      <w:r w:rsidRPr="00486EDD">
        <w:rPr>
          <w:rFonts w:ascii="Tahoma" w:hAnsi="Tahoma" w:cs="Tahoma"/>
          <w:sz w:val="22"/>
          <w:szCs w:val="22"/>
        </w:rPr>
        <w:t xml:space="preserve"> alle </w:t>
      </w:r>
      <w:smartTag w:uri="urn:schemas-microsoft-com:office:smarttags" w:element="time">
        <w:smartTagPr>
          <w:attr w:name="Minute" w:val="00"/>
          <w:attr w:name="Hour" w:val="13"/>
        </w:smartTagPr>
        <w:smartTag w:uri="urn:schemas-microsoft-com:office:smarttags" w:element="metricconverter">
          <w:smartTagPr>
            <w:attr w:name="ProductID" w:val="3 A"/>
          </w:smartTagPr>
          <w:r w:rsidRPr="00486EDD">
            <w:rPr>
              <w:rFonts w:ascii="Tahoma" w:hAnsi="Tahoma" w:cs="Tahoma"/>
              <w:sz w:val="22"/>
              <w:szCs w:val="22"/>
            </w:rPr>
            <w:t>13.00</w:t>
          </w:r>
        </w:smartTag>
      </w:smartTag>
      <w:r w:rsidRPr="00486EDD">
        <w:rPr>
          <w:rFonts w:ascii="Tahoma" w:hAnsi="Tahoma" w:cs="Tahoma"/>
          <w:sz w:val="22"/>
          <w:szCs w:val="22"/>
        </w:rPr>
        <w:t xml:space="preserve"> (contatto telefonico 051.6366876 LU-GIO-VE) presso il SAITER (evitare di recarsi  allo sportello senza pr</w:t>
      </w:r>
      <w:r>
        <w:rPr>
          <w:rFonts w:ascii="Tahoma" w:hAnsi="Tahoma" w:cs="Tahoma"/>
          <w:sz w:val="22"/>
          <w:szCs w:val="22"/>
        </w:rPr>
        <w:t>ima aver preso un appuntamento)</w:t>
      </w:r>
    </w:p>
    <w:p w:rsidR="00685283" w:rsidRPr="00486EDD" w:rsidRDefault="00685283" w:rsidP="008A1398">
      <w:pPr>
        <w:jc w:val="both"/>
        <w:rPr>
          <w:rFonts w:ascii="Tahoma" w:hAnsi="Tahoma" w:cs="Tahoma"/>
          <w:sz w:val="22"/>
          <w:szCs w:val="22"/>
        </w:rPr>
      </w:pPr>
    </w:p>
    <w:p w:rsidR="00685283" w:rsidRPr="007363D2" w:rsidRDefault="00685283" w:rsidP="008A1398">
      <w:pPr>
        <w:jc w:val="both"/>
        <w:rPr>
          <w:rFonts w:ascii="Tahoma" w:hAnsi="Tahoma" w:cs="Tahoma"/>
          <w:b/>
          <w:bCs/>
          <w:sz w:val="22"/>
          <w:szCs w:val="22"/>
        </w:rPr>
      </w:pPr>
      <w:r w:rsidRPr="00085085">
        <w:rPr>
          <w:rFonts w:ascii="Tahoma" w:hAnsi="Tahoma" w:cs="Tahoma"/>
          <w:sz w:val="22"/>
          <w:szCs w:val="22"/>
          <w:bdr w:val="single" w:sz="4" w:space="0" w:color="auto"/>
        </w:rPr>
        <w:t xml:space="preserve"> Struttura</w:t>
      </w:r>
      <w:r w:rsidRPr="002B277E">
        <w:rPr>
          <w:rFonts w:ascii="Tahoma" w:hAnsi="Tahoma" w:cs="Tahoma"/>
          <w:sz w:val="22"/>
          <w:szCs w:val="22"/>
          <w:bdr w:val="single" w:sz="4" w:space="0" w:color="auto"/>
        </w:rPr>
        <w:t xml:space="preserve"> SC Affari Generali</w:t>
      </w:r>
      <w:r w:rsidRPr="007363D2">
        <w:rPr>
          <w:rFonts w:ascii="Tahoma" w:hAnsi="Tahoma" w:cs="Tahoma"/>
          <w:sz w:val="22"/>
          <w:szCs w:val="22"/>
        </w:rPr>
        <w:t xml:space="preserve"> per il </w:t>
      </w:r>
      <w:r w:rsidRPr="007F1FFD">
        <w:rPr>
          <w:rFonts w:ascii="Tahoma" w:hAnsi="Tahoma" w:cs="Tahoma"/>
          <w:b/>
          <w:bCs/>
          <w:sz w:val="22"/>
          <w:szCs w:val="22"/>
          <w:u w:val="single"/>
        </w:rPr>
        <w:t>cartellino identificativo</w:t>
      </w:r>
      <w:r w:rsidRPr="007363D2">
        <w:rPr>
          <w:rFonts w:ascii="Tahoma" w:hAnsi="Tahoma" w:cs="Tahoma"/>
          <w:sz w:val="22"/>
          <w:szCs w:val="22"/>
        </w:rPr>
        <w:t xml:space="preserve"> da attaccare al camice e </w:t>
      </w:r>
      <w:r>
        <w:rPr>
          <w:rFonts w:ascii="Tahoma" w:hAnsi="Tahoma" w:cs="Tahoma"/>
          <w:sz w:val="22"/>
          <w:szCs w:val="22"/>
        </w:rPr>
        <w:t xml:space="preserve">per </w:t>
      </w:r>
      <w:r w:rsidRPr="007363D2">
        <w:rPr>
          <w:rFonts w:ascii="Tahoma" w:hAnsi="Tahoma" w:cs="Tahoma"/>
          <w:sz w:val="22"/>
          <w:szCs w:val="22"/>
        </w:rPr>
        <w:t xml:space="preserve">il </w:t>
      </w:r>
      <w:r w:rsidRPr="007F1FFD">
        <w:rPr>
          <w:rFonts w:ascii="Tahoma" w:hAnsi="Tahoma" w:cs="Tahoma"/>
          <w:b/>
          <w:bCs/>
          <w:sz w:val="22"/>
          <w:szCs w:val="22"/>
          <w:u w:val="single"/>
        </w:rPr>
        <w:t>tagliando del parcheggio</w:t>
      </w:r>
    </w:p>
    <w:p w:rsidR="00685283" w:rsidRDefault="00685283" w:rsidP="008A1398">
      <w:pPr>
        <w:jc w:val="both"/>
        <w:rPr>
          <w:rFonts w:ascii="Tahoma" w:hAnsi="Tahoma" w:cs="Tahoma"/>
          <w:sz w:val="22"/>
          <w:szCs w:val="22"/>
        </w:rPr>
      </w:pPr>
      <w:r w:rsidRPr="007363D2">
        <w:rPr>
          <w:rFonts w:ascii="Tahoma" w:hAnsi="Tahoma" w:cs="Tahoma"/>
          <w:sz w:val="22"/>
          <w:szCs w:val="22"/>
        </w:rPr>
        <w:t>Occo</w:t>
      </w:r>
      <w:r>
        <w:rPr>
          <w:rFonts w:ascii="Tahoma" w:hAnsi="Tahoma" w:cs="Tahoma"/>
          <w:sz w:val="22"/>
          <w:szCs w:val="22"/>
        </w:rPr>
        <w:t xml:space="preserve">rre inviare il format </w:t>
      </w:r>
      <w:r w:rsidRPr="00F16AD2">
        <w:rPr>
          <w:rFonts w:ascii="Tahoma" w:hAnsi="Tahoma" w:cs="Tahoma"/>
          <w:b/>
          <w:sz w:val="22"/>
          <w:szCs w:val="22"/>
          <w:bdr w:val="single" w:sz="4" w:space="0" w:color="auto"/>
        </w:rPr>
        <w:t>allegato 4</w:t>
      </w:r>
      <w:r w:rsidRPr="007363D2">
        <w:rPr>
          <w:rFonts w:ascii="Tahoma" w:hAnsi="Tahoma" w:cs="Tahoma"/>
          <w:sz w:val="22"/>
          <w:szCs w:val="22"/>
        </w:rPr>
        <w:t xml:space="preserve"> debitamente compilato corredato da una foto in formato digitale.jpeg,</w:t>
      </w:r>
      <w:r>
        <w:rPr>
          <w:rFonts w:ascii="Tahoma" w:hAnsi="Tahoma" w:cs="Tahoma"/>
          <w:sz w:val="22"/>
          <w:szCs w:val="22"/>
        </w:rPr>
        <w:t xml:space="preserve"> ai seguenti indirizzi:</w:t>
      </w:r>
    </w:p>
    <w:p w:rsidR="00685283" w:rsidRDefault="00685283" w:rsidP="008A1398">
      <w:pPr>
        <w:jc w:val="both"/>
        <w:rPr>
          <w:rFonts w:ascii="Tahoma" w:hAnsi="Tahoma" w:cs="Tahoma"/>
          <w:sz w:val="22"/>
          <w:szCs w:val="22"/>
        </w:rPr>
      </w:pPr>
    </w:p>
    <w:p w:rsidR="00685283" w:rsidRPr="007363D2" w:rsidRDefault="00685283" w:rsidP="008A1398">
      <w:pPr>
        <w:jc w:val="both"/>
        <w:rPr>
          <w:rFonts w:ascii="Tahoma" w:hAnsi="Tahoma" w:cs="Tahoma"/>
          <w:sz w:val="22"/>
          <w:szCs w:val="22"/>
        </w:rPr>
      </w:pPr>
    </w:p>
    <w:p w:rsidR="00685283" w:rsidRDefault="00685283" w:rsidP="008A1398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Cartellino identificativo -</w:t>
      </w:r>
      <w:r w:rsidRPr="007363D2">
        <w:rPr>
          <w:rFonts w:ascii="Tahoma" w:hAnsi="Tahoma" w:cs="Tahoma"/>
          <w:sz w:val="22"/>
          <w:szCs w:val="22"/>
        </w:rPr>
        <w:t xml:space="preserve"> </w:t>
      </w:r>
      <w:r w:rsidRPr="00522F71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   </w:t>
      </w:r>
      <w:r w:rsidRPr="00D0375D">
        <w:rPr>
          <w:rFonts w:ascii="Tahoma" w:hAnsi="Tahoma" w:cs="Tahoma"/>
          <w:sz w:val="22"/>
          <w:szCs w:val="22"/>
        </w:rPr>
        <w:t xml:space="preserve">sabina.sosti@ior.it    </w:t>
      </w:r>
      <w:r>
        <w:rPr>
          <w:rFonts w:ascii="Tahoma" w:hAnsi="Tahoma" w:cs="Tahoma"/>
          <w:sz w:val="22"/>
          <w:szCs w:val="22"/>
        </w:rPr>
        <w:t xml:space="preserve">   </w:t>
      </w:r>
      <w:r w:rsidRPr="00D0375D">
        <w:rPr>
          <w:rFonts w:ascii="Tahoma" w:hAnsi="Tahoma" w:cs="Tahoma"/>
          <w:sz w:val="22"/>
          <w:szCs w:val="22"/>
        </w:rPr>
        <w:t xml:space="preserve">(tel. </w:t>
      </w:r>
      <w:smartTag w:uri="urn:schemas-microsoft-com:office:smarttags" w:element="phone">
        <w:smartTagPr>
          <w:attr w:name="ls" w:val="trans"/>
        </w:smartTagPr>
        <w:smartTag w:uri="urn:schemas-microsoft-com:office:smarttags" w:element="metricconverter">
          <w:smartTagPr>
            <w:attr w:name="ProductID" w:val="3 A"/>
          </w:smartTagPr>
          <w:r w:rsidRPr="00D0375D">
            <w:rPr>
              <w:rFonts w:ascii="Tahoma" w:hAnsi="Tahoma" w:cs="Tahoma"/>
              <w:sz w:val="22"/>
              <w:szCs w:val="22"/>
            </w:rPr>
            <w:t>051/6366010</w:t>
          </w:r>
        </w:smartTag>
      </w:smartTag>
      <w:r w:rsidRPr="00D0375D">
        <w:rPr>
          <w:rFonts w:ascii="Tahoma" w:hAnsi="Tahoma" w:cs="Tahoma"/>
          <w:sz w:val="22"/>
          <w:szCs w:val="22"/>
        </w:rPr>
        <w:t>)</w:t>
      </w:r>
    </w:p>
    <w:p w:rsidR="00685283" w:rsidRDefault="00685283" w:rsidP="008A1398">
      <w:pPr>
        <w:jc w:val="both"/>
        <w:rPr>
          <w:rFonts w:ascii="Tahoma" w:hAnsi="Tahoma" w:cs="Tahoma"/>
          <w:sz w:val="22"/>
          <w:szCs w:val="22"/>
          <w:lang w:val="en-GB"/>
        </w:rPr>
      </w:pPr>
      <w:r w:rsidRPr="00D0375D">
        <w:rPr>
          <w:rFonts w:ascii="Tahoma" w:hAnsi="Tahoma" w:cs="Tahoma"/>
          <w:sz w:val="22"/>
          <w:szCs w:val="22"/>
        </w:rPr>
        <w:t xml:space="preserve">                                       </w:t>
      </w:r>
      <w:r w:rsidRPr="00D0375D">
        <w:rPr>
          <w:rFonts w:ascii="Tahoma" w:hAnsi="Tahoma" w:cs="Tahoma"/>
          <w:sz w:val="22"/>
          <w:szCs w:val="22"/>
          <w:lang w:val="en-GB"/>
        </w:rPr>
        <w:t xml:space="preserve">claudio.bacolini@ior.it  (tel. </w:t>
      </w:r>
      <w:smartTag w:uri="urn:schemas-microsoft-com:office:smarttags" w:element="phone">
        <w:smartTagPr>
          <w:attr w:name="ls" w:val="trans"/>
        </w:smartTagPr>
        <w:smartTag w:uri="urn:schemas-microsoft-com:office:smarttags" w:element="metricconverter">
          <w:smartTagPr>
            <w:attr w:name="ProductID" w:val="3 A"/>
          </w:smartTagPr>
          <w:r w:rsidRPr="00D0375D">
            <w:rPr>
              <w:rFonts w:ascii="Tahoma" w:hAnsi="Tahoma" w:cs="Tahoma"/>
              <w:sz w:val="22"/>
              <w:szCs w:val="22"/>
              <w:lang w:val="en-GB"/>
            </w:rPr>
            <w:t>051/6366733</w:t>
          </w:r>
        </w:smartTag>
      </w:smartTag>
      <w:r>
        <w:rPr>
          <w:rFonts w:ascii="Tahoma" w:hAnsi="Tahoma" w:cs="Tahoma"/>
          <w:sz w:val="22"/>
          <w:szCs w:val="22"/>
          <w:lang w:val="en-GB"/>
        </w:rPr>
        <w:t>)</w:t>
      </w:r>
    </w:p>
    <w:p w:rsidR="00685283" w:rsidRDefault="00685283" w:rsidP="008A1398">
      <w:pPr>
        <w:jc w:val="both"/>
        <w:rPr>
          <w:rFonts w:ascii="Tahoma" w:hAnsi="Tahoma" w:cs="Tahoma"/>
          <w:sz w:val="22"/>
          <w:szCs w:val="22"/>
        </w:rPr>
      </w:pPr>
      <w:r w:rsidRPr="007363D2">
        <w:rPr>
          <w:rFonts w:ascii="Tahoma" w:hAnsi="Tahoma" w:cs="Tahoma"/>
          <w:sz w:val="22"/>
          <w:szCs w:val="22"/>
        </w:rPr>
        <w:t>Tagliando del parcheggio</w:t>
      </w:r>
      <w:r>
        <w:rPr>
          <w:rFonts w:ascii="Tahoma" w:hAnsi="Tahoma" w:cs="Tahoma"/>
          <w:sz w:val="22"/>
          <w:szCs w:val="22"/>
        </w:rPr>
        <w:t xml:space="preserve"> - </w:t>
      </w:r>
      <w:r w:rsidRPr="00522F71">
        <w:rPr>
          <w:rFonts w:ascii="Tahoma" w:hAnsi="Tahoma" w:cs="Tahoma"/>
          <w:sz w:val="22"/>
          <w:szCs w:val="22"/>
        </w:rPr>
        <w:t xml:space="preserve">nicola.sgarzi@ior.it </w:t>
      </w:r>
      <w:r>
        <w:rPr>
          <w:rFonts w:ascii="Tahoma" w:hAnsi="Tahoma" w:cs="Tahoma"/>
          <w:sz w:val="22"/>
          <w:szCs w:val="22"/>
        </w:rPr>
        <w:t xml:space="preserve">    </w:t>
      </w:r>
      <w:r w:rsidRPr="00522F71">
        <w:rPr>
          <w:rFonts w:ascii="Tahoma" w:hAnsi="Tahoma" w:cs="Tahoma"/>
          <w:sz w:val="22"/>
          <w:szCs w:val="22"/>
        </w:rPr>
        <w:t xml:space="preserve"> (tel. </w:t>
      </w:r>
      <w:smartTag w:uri="urn:schemas-microsoft-com:office:smarttags" w:element="phone">
        <w:smartTagPr>
          <w:attr w:name="ls" w:val="trans"/>
        </w:smartTagPr>
        <w:smartTag w:uri="urn:schemas-microsoft-com:office:smarttags" w:element="metricconverter">
          <w:smartTagPr>
            <w:attr w:name="ProductID" w:val="3 A"/>
          </w:smartTagPr>
          <w:r w:rsidRPr="00522F71">
            <w:rPr>
              <w:rFonts w:ascii="Tahoma" w:hAnsi="Tahoma" w:cs="Tahoma"/>
              <w:sz w:val="22"/>
              <w:szCs w:val="22"/>
            </w:rPr>
            <w:t>051/6366586</w:t>
          </w:r>
        </w:smartTag>
      </w:smartTag>
      <w:r w:rsidRPr="00522F71">
        <w:rPr>
          <w:rFonts w:ascii="Tahoma" w:hAnsi="Tahoma" w:cs="Tahoma"/>
          <w:sz w:val="22"/>
          <w:szCs w:val="22"/>
        </w:rPr>
        <w:t>)</w:t>
      </w:r>
    </w:p>
    <w:p w:rsidR="00685283" w:rsidRDefault="00685283" w:rsidP="008A1398">
      <w:pPr>
        <w:jc w:val="both"/>
        <w:rPr>
          <w:rFonts w:ascii="Tahoma" w:hAnsi="Tahoma" w:cs="Tahoma"/>
          <w:sz w:val="22"/>
          <w:szCs w:val="22"/>
        </w:rPr>
      </w:pPr>
    </w:p>
    <w:p w:rsidR="00685283" w:rsidRPr="006A7080" w:rsidRDefault="00685283" w:rsidP="008A1398">
      <w:pPr>
        <w:jc w:val="both"/>
        <w:rPr>
          <w:rFonts w:ascii="Tahoma" w:hAnsi="Tahoma" w:cs="Tahoma"/>
          <w:sz w:val="22"/>
          <w:szCs w:val="22"/>
        </w:rPr>
      </w:pPr>
      <w:r w:rsidRPr="006A7080">
        <w:rPr>
          <w:rFonts w:ascii="Tahoma" w:hAnsi="Tahoma" w:cs="Tahoma"/>
          <w:sz w:val="22"/>
          <w:szCs w:val="22"/>
        </w:rPr>
        <w:t xml:space="preserve">Per le modalità di accesso e utilizzo aree sosta auto vedere </w:t>
      </w:r>
      <w:r w:rsidRPr="006A7080">
        <w:rPr>
          <w:rFonts w:ascii="Tahoma" w:hAnsi="Tahoma" w:cs="Tahoma"/>
          <w:b/>
          <w:sz w:val="22"/>
          <w:szCs w:val="22"/>
          <w:bdr w:val="single" w:sz="4" w:space="0" w:color="auto"/>
        </w:rPr>
        <w:t xml:space="preserve">allegato </w:t>
      </w:r>
      <w:r>
        <w:rPr>
          <w:rFonts w:ascii="Tahoma" w:hAnsi="Tahoma" w:cs="Tahoma"/>
          <w:b/>
          <w:sz w:val="22"/>
          <w:szCs w:val="22"/>
          <w:bdr w:val="single" w:sz="4" w:space="0" w:color="auto"/>
        </w:rPr>
        <w:t>4 bis</w:t>
      </w:r>
    </w:p>
    <w:p w:rsidR="00685283" w:rsidRDefault="00685283" w:rsidP="008A1398">
      <w:pPr>
        <w:jc w:val="both"/>
        <w:rPr>
          <w:rFonts w:ascii="Tahoma" w:hAnsi="Tahoma" w:cs="Tahoma"/>
          <w:sz w:val="22"/>
          <w:szCs w:val="22"/>
          <w:u w:val="single"/>
        </w:rPr>
      </w:pPr>
      <w:r w:rsidRPr="00CE6400">
        <w:rPr>
          <w:rFonts w:ascii="Tahoma" w:hAnsi="Tahoma" w:cs="Tahoma"/>
          <w:sz w:val="22"/>
          <w:szCs w:val="22"/>
          <w:u w:val="single"/>
        </w:rPr>
        <w:t>Il cartellino e il tagliando verranno inviati per posta interna</w:t>
      </w:r>
    </w:p>
    <w:p w:rsidR="00685283" w:rsidRPr="00423ED0" w:rsidRDefault="00685283" w:rsidP="00920DC7">
      <w:pPr>
        <w:jc w:val="both"/>
        <w:rPr>
          <w:rFonts w:ascii="Tahoma" w:hAnsi="Tahoma" w:cs="Tahoma"/>
          <w:i/>
          <w:sz w:val="22"/>
          <w:szCs w:val="22"/>
          <w:u w:val="single"/>
        </w:rPr>
      </w:pPr>
      <w:r w:rsidRPr="00423ED0">
        <w:rPr>
          <w:rFonts w:ascii="Tahoma" w:hAnsi="Tahoma" w:cs="Tahoma"/>
          <w:i/>
          <w:sz w:val="22"/>
          <w:szCs w:val="22"/>
        </w:rPr>
        <w:t>(Al termine del periodo di formazione, il MFS è tenuto a riconsegnare il cartellino di identificazione ed il badge)</w:t>
      </w:r>
    </w:p>
    <w:p w:rsidR="00685283" w:rsidRPr="007363D2" w:rsidRDefault="00685283" w:rsidP="00686B48">
      <w:pPr>
        <w:jc w:val="both"/>
        <w:rPr>
          <w:rFonts w:ascii="Tahoma" w:hAnsi="Tahoma" w:cs="Tahoma"/>
          <w:sz w:val="22"/>
          <w:szCs w:val="22"/>
        </w:rPr>
      </w:pPr>
    </w:p>
    <w:p w:rsidR="00685283" w:rsidRDefault="00685283" w:rsidP="00686B48">
      <w:pPr>
        <w:jc w:val="both"/>
        <w:rPr>
          <w:rFonts w:ascii="Tahoma" w:hAnsi="Tahoma" w:cs="Tahoma"/>
          <w:sz w:val="22"/>
          <w:szCs w:val="22"/>
        </w:rPr>
      </w:pPr>
    </w:p>
    <w:p w:rsidR="00685283" w:rsidRPr="000375D6" w:rsidRDefault="00685283" w:rsidP="00D75017">
      <w:pPr>
        <w:jc w:val="both"/>
        <w:rPr>
          <w:rFonts w:ascii="Tahoma" w:hAnsi="Tahoma" w:cs="Tahoma"/>
          <w:sz w:val="22"/>
          <w:szCs w:val="22"/>
        </w:rPr>
      </w:pPr>
      <w:r w:rsidRPr="000375D6">
        <w:rPr>
          <w:rFonts w:ascii="Tahoma" w:hAnsi="Tahoma" w:cs="Tahoma"/>
          <w:sz w:val="22"/>
          <w:szCs w:val="22"/>
          <w:u w:val="single"/>
        </w:rPr>
        <w:t xml:space="preserve">I </w:t>
      </w:r>
      <w:r w:rsidRPr="000375D6">
        <w:rPr>
          <w:rFonts w:ascii="Tahoma" w:hAnsi="Tahoma" w:cs="Tahoma"/>
          <w:b/>
          <w:bCs/>
          <w:sz w:val="22"/>
          <w:szCs w:val="22"/>
          <w:u w:val="single"/>
        </w:rPr>
        <w:t>distributori dei capi di vestizione</w:t>
      </w:r>
      <w:r w:rsidRPr="000375D6">
        <w:rPr>
          <w:rFonts w:ascii="Tahoma" w:hAnsi="Tahoma" w:cs="Tahoma"/>
          <w:sz w:val="22"/>
          <w:szCs w:val="22"/>
        </w:rPr>
        <w:t xml:space="preserve"> funzionano con </w:t>
      </w:r>
      <w:r w:rsidRPr="000375D6">
        <w:rPr>
          <w:rFonts w:ascii="Tahoma" w:hAnsi="Tahoma" w:cs="Tahoma"/>
          <w:sz w:val="22"/>
          <w:szCs w:val="22"/>
          <w:u w:val="single"/>
        </w:rPr>
        <w:t>il badge</w:t>
      </w:r>
      <w:r w:rsidRPr="000375D6">
        <w:rPr>
          <w:rFonts w:ascii="Tahoma" w:hAnsi="Tahoma" w:cs="Tahoma"/>
          <w:sz w:val="22"/>
          <w:szCs w:val="22"/>
        </w:rPr>
        <w:t xml:space="preserve">. </w:t>
      </w:r>
    </w:p>
    <w:p w:rsidR="00685283" w:rsidRPr="000375D6" w:rsidRDefault="00685283" w:rsidP="00D75017">
      <w:pPr>
        <w:jc w:val="both"/>
        <w:rPr>
          <w:rFonts w:ascii="Tahoma" w:hAnsi="Tahoma" w:cs="Tahoma"/>
          <w:sz w:val="22"/>
          <w:szCs w:val="22"/>
        </w:rPr>
      </w:pPr>
      <w:r w:rsidRPr="000375D6">
        <w:rPr>
          <w:rFonts w:ascii="Tahoma" w:hAnsi="Tahoma" w:cs="Tahoma"/>
          <w:sz w:val="22"/>
          <w:szCs w:val="22"/>
        </w:rPr>
        <w:t xml:space="preserve">Per l'abilitazione del badge contattare via mail il </w:t>
      </w:r>
      <w:r>
        <w:rPr>
          <w:rFonts w:ascii="Tahoma" w:hAnsi="Tahoma" w:cs="Tahoma"/>
          <w:sz w:val="22"/>
          <w:szCs w:val="22"/>
          <w:bdr w:val="single" w:sz="4" w:space="0" w:color="auto"/>
        </w:rPr>
        <w:t xml:space="preserve">Servizio </w:t>
      </w:r>
      <w:r w:rsidRPr="005344D9">
        <w:rPr>
          <w:rFonts w:ascii="Tahoma" w:hAnsi="Tahoma" w:cs="Tahoma"/>
          <w:sz w:val="22"/>
          <w:szCs w:val="22"/>
          <w:bdr w:val="single" w:sz="4" w:space="0" w:color="auto"/>
        </w:rPr>
        <w:t>SAITER</w:t>
      </w:r>
      <w:r w:rsidRPr="000375D6">
        <w:rPr>
          <w:rFonts w:ascii="Tahoma" w:hAnsi="Tahoma" w:cs="Tahoma"/>
          <w:sz w:val="22"/>
          <w:szCs w:val="22"/>
        </w:rPr>
        <w:t xml:space="preserve"> almeno una settimana prima dell’inizio della frequenza, allegando il piano formativo o relativa documentazione indicante le date di inizio e fine frequenza presso lo IOR Bologna o Dipartimento Rizzoli Sicilia - Bagheria.</w:t>
      </w:r>
    </w:p>
    <w:p w:rsidR="00685283" w:rsidRPr="000375D6" w:rsidRDefault="00685283" w:rsidP="00D75017">
      <w:pPr>
        <w:jc w:val="both"/>
        <w:rPr>
          <w:rFonts w:ascii="Tahoma" w:hAnsi="Tahoma" w:cs="Tahoma"/>
          <w:sz w:val="22"/>
          <w:szCs w:val="22"/>
        </w:rPr>
      </w:pPr>
      <w:r w:rsidRPr="000375D6">
        <w:rPr>
          <w:rFonts w:ascii="Tahoma" w:hAnsi="Tahoma" w:cs="Tahoma"/>
          <w:sz w:val="22"/>
          <w:szCs w:val="22"/>
        </w:rPr>
        <w:t xml:space="preserve">Successivamente alla richiesta </w:t>
      </w:r>
      <w:r>
        <w:rPr>
          <w:rFonts w:ascii="Tahoma" w:hAnsi="Tahoma" w:cs="Tahoma"/>
          <w:sz w:val="22"/>
          <w:szCs w:val="22"/>
        </w:rPr>
        <w:t xml:space="preserve">il medico riceverà </w:t>
      </w:r>
      <w:r w:rsidRPr="000375D6">
        <w:rPr>
          <w:rFonts w:ascii="Tahoma" w:hAnsi="Tahoma" w:cs="Tahoma"/>
          <w:sz w:val="22"/>
          <w:szCs w:val="22"/>
        </w:rPr>
        <w:t xml:space="preserve">una sola mail dal servizio guardaroba e dall’ufficio “Gestione Servizi Appaltati” </w:t>
      </w:r>
      <w:r w:rsidRPr="00CF4C0C">
        <w:rPr>
          <w:rFonts w:ascii="Tahoma" w:hAnsi="Tahoma" w:cs="Tahoma"/>
          <w:sz w:val="22"/>
          <w:szCs w:val="22"/>
          <w:u w:val="single"/>
        </w:rPr>
        <w:t>contenente le indicazioni per la corretta gestione dei capi di vestizione</w:t>
      </w:r>
      <w:r>
        <w:rPr>
          <w:rFonts w:ascii="Tahoma" w:hAnsi="Tahoma" w:cs="Tahoma"/>
          <w:sz w:val="22"/>
          <w:szCs w:val="22"/>
        </w:rPr>
        <w:t xml:space="preserve">; per l’ubicazione dei distributori automatici vestizioni vedi </w:t>
      </w:r>
      <w:r w:rsidRPr="00920DC7">
        <w:rPr>
          <w:rFonts w:ascii="Tahoma" w:hAnsi="Tahoma" w:cs="Tahoma"/>
          <w:b/>
          <w:sz w:val="22"/>
          <w:szCs w:val="22"/>
          <w:bdr w:val="single" w:sz="4" w:space="0" w:color="auto"/>
        </w:rPr>
        <w:t>all.6</w:t>
      </w:r>
      <w:r>
        <w:rPr>
          <w:rFonts w:ascii="Tahoma" w:hAnsi="Tahoma" w:cs="Tahoma"/>
          <w:b/>
          <w:sz w:val="22"/>
          <w:szCs w:val="22"/>
          <w:bdr w:val="single" w:sz="4" w:space="0" w:color="auto"/>
        </w:rPr>
        <w:t xml:space="preserve"> </w:t>
      </w:r>
    </w:p>
    <w:p w:rsidR="00685283" w:rsidRPr="000375D6" w:rsidRDefault="00685283" w:rsidP="00D75017">
      <w:pPr>
        <w:jc w:val="both"/>
        <w:rPr>
          <w:rFonts w:ascii="Tahoma" w:hAnsi="Tahoma" w:cs="Tahoma"/>
          <w:sz w:val="22"/>
          <w:szCs w:val="22"/>
        </w:rPr>
      </w:pPr>
      <w:r w:rsidRPr="000375D6">
        <w:rPr>
          <w:rFonts w:ascii="Tahoma" w:hAnsi="Tahoma" w:cs="Tahoma"/>
          <w:sz w:val="22"/>
          <w:szCs w:val="22"/>
        </w:rPr>
        <w:t xml:space="preserve">Contatti: </w:t>
      </w:r>
      <w:r w:rsidRPr="000375D6">
        <w:rPr>
          <w:rFonts w:ascii="Tahoma" w:hAnsi="Tahoma" w:cs="Tahoma"/>
          <w:color w:val="0000FF"/>
          <w:sz w:val="22"/>
          <w:szCs w:val="22"/>
        </w:rPr>
        <w:t>servizio.assistenza@ior.it</w:t>
      </w:r>
      <w:r w:rsidRPr="000375D6">
        <w:rPr>
          <w:rFonts w:ascii="Tahoma" w:hAnsi="Tahoma" w:cs="Tahoma"/>
          <w:sz w:val="22"/>
          <w:szCs w:val="22"/>
        </w:rPr>
        <w:t xml:space="preserve"> - tel. </w:t>
      </w:r>
      <w:smartTag w:uri="urn:schemas-microsoft-com:office:smarttags" w:element="phone">
        <w:smartTagPr>
          <w:attr w:name="ls" w:val="trans"/>
        </w:smartTagPr>
        <w:smartTag w:uri="urn:schemas-microsoft-com:office:smarttags" w:element="metricconverter">
          <w:smartTagPr>
            <w:attr w:name="ProductID" w:val="3 A"/>
          </w:smartTagPr>
          <w:r w:rsidRPr="000375D6">
            <w:rPr>
              <w:rFonts w:ascii="Tahoma" w:hAnsi="Tahoma" w:cs="Tahoma"/>
              <w:sz w:val="22"/>
              <w:szCs w:val="22"/>
            </w:rPr>
            <w:t>051-6366471</w:t>
          </w:r>
        </w:smartTag>
      </w:smartTag>
      <w:r w:rsidRPr="000375D6">
        <w:rPr>
          <w:rFonts w:ascii="Tahoma" w:hAnsi="Tahoma" w:cs="Tahoma"/>
          <w:sz w:val="22"/>
          <w:szCs w:val="22"/>
        </w:rPr>
        <w:t xml:space="preserve"> o </w:t>
      </w:r>
      <w:smartTag w:uri="urn:schemas-microsoft-com:office:smarttags" w:element="phone">
        <w:smartTagPr>
          <w:attr w:name="ls" w:val="trans"/>
        </w:smartTagPr>
        <w:smartTag w:uri="urn:schemas-microsoft-com:office:smarttags" w:element="metricconverter">
          <w:smartTagPr>
            <w:attr w:name="ProductID" w:val="3 A"/>
          </w:smartTagPr>
          <w:r w:rsidRPr="000375D6">
            <w:rPr>
              <w:rFonts w:ascii="Tahoma" w:hAnsi="Tahoma" w:cs="Tahoma"/>
              <w:sz w:val="22"/>
              <w:szCs w:val="22"/>
            </w:rPr>
            <w:t>051-6366888</w:t>
          </w:r>
        </w:smartTag>
      </w:smartTag>
    </w:p>
    <w:p w:rsidR="00685283" w:rsidRDefault="00685283" w:rsidP="00686B48">
      <w:pPr>
        <w:jc w:val="both"/>
        <w:rPr>
          <w:rFonts w:ascii="Tahoma" w:hAnsi="Tahoma" w:cs="Tahoma"/>
          <w:sz w:val="22"/>
          <w:szCs w:val="22"/>
        </w:rPr>
      </w:pPr>
    </w:p>
    <w:p w:rsidR="00685283" w:rsidRDefault="00685283" w:rsidP="00686B48">
      <w:pPr>
        <w:jc w:val="both"/>
        <w:rPr>
          <w:rFonts w:ascii="Tahoma" w:hAnsi="Tahoma" w:cs="Tahoma"/>
          <w:sz w:val="22"/>
          <w:szCs w:val="22"/>
        </w:rPr>
      </w:pPr>
    </w:p>
    <w:p w:rsidR="00685283" w:rsidRPr="00486EDD" w:rsidRDefault="00685283" w:rsidP="008A1398">
      <w:pPr>
        <w:jc w:val="both"/>
        <w:rPr>
          <w:rFonts w:ascii="Tahoma" w:hAnsi="Tahoma" w:cs="Tahoma"/>
          <w:sz w:val="22"/>
          <w:szCs w:val="22"/>
        </w:rPr>
      </w:pPr>
      <w:r w:rsidRPr="00486EDD">
        <w:rPr>
          <w:rFonts w:ascii="Tahoma" w:hAnsi="Tahoma" w:cs="Tahoma"/>
          <w:sz w:val="22"/>
          <w:szCs w:val="22"/>
          <w:u w:val="single"/>
        </w:rPr>
        <w:t xml:space="preserve">I </w:t>
      </w:r>
      <w:r w:rsidRPr="00486EDD">
        <w:rPr>
          <w:rFonts w:ascii="Tahoma" w:hAnsi="Tahoma" w:cs="Tahoma"/>
          <w:b/>
          <w:bCs/>
          <w:sz w:val="22"/>
          <w:szCs w:val="22"/>
          <w:u w:val="single"/>
        </w:rPr>
        <w:t>buoni mensa</w:t>
      </w:r>
      <w:r w:rsidRPr="00486EDD">
        <w:rPr>
          <w:rFonts w:ascii="Tahoma" w:hAnsi="Tahoma" w:cs="Tahoma"/>
          <w:sz w:val="22"/>
          <w:szCs w:val="22"/>
        </w:rPr>
        <w:t xml:space="preserve"> si possono ritirare al magazzino economale (dal lunedì al venerdì dalle ore 12 alle ore 13)  presentando il cartellino identificativo.</w:t>
      </w:r>
    </w:p>
    <w:p w:rsidR="00685283" w:rsidRPr="008A1398" w:rsidRDefault="00685283" w:rsidP="008A1398">
      <w:pPr>
        <w:jc w:val="both"/>
        <w:rPr>
          <w:rFonts w:ascii="Tahoma" w:hAnsi="Tahoma" w:cs="Tahoma"/>
          <w:color w:val="FF0000"/>
          <w:sz w:val="22"/>
          <w:szCs w:val="22"/>
        </w:rPr>
      </w:pPr>
    </w:p>
    <w:p w:rsidR="00685283" w:rsidRPr="00486EDD" w:rsidRDefault="00685283" w:rsidP="00060D1C">
      <w:pPr>
        <w:numPr>
          <w:ilvl w:val="0"/>
          <w:numId w:val="17"/>
        </w:numPr>
        <w:tabs>
          <w:tab w:val="clear" w:pos="720"/>
          <w:tab w:val="num" w:pos="0"/>
        </w:tabs>
        <w:ind w:left="360"/>
        <w:jc w:val="both"/>
        <w:rPr>
          <w:rFonts w:ascii="Tahoma" w:hAnsi="Tahoma" w:cs="Tahoma"/>
          <w:sz w:val="22"/>
          <w:szCs w:val="22"/>
        </w:rPr>
      </w:pPr>
      <w:r w:rsidRPr="00486EDD">
        <w:rPr>
          <w:rFonts w:ascii="Tahoma" w:hAnsi="Tahoma" w:cs="Tahoma"/>
          <w:sz w:val="22"/>
          <w:szCs w:val="22"/>
        </w:rPr>
        <w:t xml:space="preserve">Si suggerisce di leggere attentamente le istruzioni </w:t>
      </w:r>
      <w:r w:rsidRPr="00486EDD">
        <w:rPr>
          <w:rFonts w:ascii="Tahoma" w:hAnsi="Tahoma" w:cs="Tahoma"/>
          <w:b/>
          <w:sz w:val="22"/>
          <w:szCs w:val="22"/>
          <w:bdr w:val="single" w:sz="4" w:space="0" w:color="auto"/>
        </w:rPr>
        <w:t xml:space="preserve">allegato </w:t>
      </w:r>
      <w:smartTag w:uri="urn:schemas-microsoft-com:office:smarttags" w:element="metricconverter">
        <w:smartTagPr>
          <w:attr w:name="ProductID" w:val="3 A"/>
        </w:smartTagPr>
        <w:r>
          <w:rPr>
            <w:rFonts w:ascii="Tahoma" w:hAnsi="Tahoma" w:cs="Tahoma"/>
            <w:b/>
            <w:sz w:val="22"/>
            <w:szCs w:val="22"/>
            <w:bdr w:val="single" w:sz="4" w:space="0" w:color="auto"/>
          </w:rPr>
          <w:t>5</w:t>
        </w:r>
        <w:r w:rsidRPr="00486EDD">
          <w:rPr>
            <w:rFonts w:ascii="Tahoma" w:hAnsi="Tahoma" w:cs="Tahoma"/>
            <w:sz w:val="22"/>
            <w:szCs w:val="22"/>
          </w:rPr>
          <w:t xml:space="preserve"> in</w:t>
        </w:r>
      </w:smartTag>
      <w:r w:rsidRPr="00486EDD">
        <w:rPr>
          <w:rFonts w:ascii="Tahoma" w:hAnsi="Tahoma" w:cs="Tahoma"/>
          <w:sz w:val="22"/>
          <w:szCs w:val="22"/>
        </w:rPr>
        <w:t xml:space="preserve"> caso di infortunio.</w:t>
      </w:r>
    </w:p>
    <w:p w:rsidR="00685283" w:rsidRPr="007363D2" w:rsidRDefault="00685283" w:rsidP="00060D1C">
      <w:pPr>
        <w:tabs>
          <w:tab w:val="num" w:pos="0"/>
        </w:tabs>
        <w:ind w:left="360" w:hanging="360"/>
        <w:jc w:val="both"/>
        <w:rPr>
          <w:rFonts w:ascii="Tahoma" w:hAnsi="Tahoma" w:cs="Tahoma"/>
          <w:sz w:val="22"/>
          <w:szCs w:val="22"/>
        </w:rPr>
      </w:pPr>
    </w:p>
    <w:p w:rsidR="00685283" w:rsidRPr="007363D2" w:rsidRDefault="00685283" w:rsidP="00060D1C">
      <w:pPr>
        <w:numPr>
          <w:ilvl w:val="0"/>
          <w:numId w:val="17"/>
        </w:numPr>
        <w:tabs>
          <w:tab w:val="clear" w:pos="720"/>
          <w:tab w:val="num" w:pos="0"/>
        </w:tabs>
        <w:ind w:left="360"/>
        <w:jc w:val="both"/>
        <w:rPr>
          <w:rFonts w:ascii="Tahoma" w:hAnsi="Tahoma" w:cs="Tahoma"/>
          <w:sz w:val="22"/>
          <w:szCs w:val="22"/>
        </w:rPr>
      </w:pPr>
      <w:r w:rsidRPr="007363D2">
        <w:rPr>
          <w:rFonts w:ascii="Tahoma" w:hAnsi="Tahoma" w:cs="Tahoma"/>
          <w:sz w:val="22"/>
          <w:szCs w:val="22"/>
        </w:rPr>
        <w:t>Per il completamento della procedura di presa in carico, è necessario visionare in dettaglio gli allegati a cominciare dalle Istr</w:t>
      </w:r>
      <w:r>
        <w:rPr>
          <w:rFonts w:ascii="Tahoma" w:hAnsi="Tahoma" w:cs="Tahoma"/>
          <w:sz w:val="22"/>
          <w:szCs w:val="22"/>
        </w:rPr>
        <w:t>uzioni contenute nel Mod. MFS 01</w:t>
      </w:r>
      <w:r w:rsidRPr="007363D2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(</w:t>
      </w:r>
      <w:r w:rsidRPr="00BB3EFA">
        <w:rPr>
          <w:rFonts w:ascii="Tahoma" w:hAnsi="Tahoma" w:cs="Tahoma"/>
          <w:i/>
          <w:sz w:val="22"/>
          <w:szCs w:val="22"/>
        </w:rPr>
        <w:t>vedi allegato 1</w:t>
      </w:r>
      <w:r w:rsidRPr="00BB3EFA">
        <w:rPr>
          <w:rFonts w:ascii="Tahoma" w:hAnsi="Tahoma" w:cs="Tahoma"/>
          <w:sz w:val="22"/>
          <w:szCs w:val="22"/>
        </w:rPr>
        <w:t>)</w:t>
      </w:r>
    </w:p>
    <w:p w:rsidR="00685283" w:rsidRDefault="00685283" w:rsidP="008A1398">
      <w:pPr>
        <w:jc w:val="both"/>
        <w:rPr>
          <w:rFonts w:ascii="Tahoma" w:hAnsi="Tahoma" w:cs="Tahoma"/>
          <w:sz w:val="22"/>
          <w:szCs w:val="22"/>
        </w:rPr>
      </w:pPr>
    </w:p>
    <w:p w:rsidR="00685283" w:rsidRPr="00CE6400" w:rsidRDefault="00685283" w:rsidP="008A1398">
      <w:pPr>
        <w:jc w:val="both"/>
        <w:rPr>
          <w:rFonts w:ascii="Tahoma" w:hAnsi="Tahoma" w:cs="Tahoma"/>
          <w:sz w:val="22"/>
          <w:szCs w:val="22"/>
          <w:u w:val="single"/>
        </w:rPr>
      </w:pPr>
    </w:p>
    <w:p w:rsidR="00685283" w:rsidRPr="002F1502" w:rsidRDefault="00685283" w:rsidP="00686B48">
      <w:pPr>
        <w:jc w:val="both"/>
        <w:rPr>
          <w:rFonts w:ascii="Tahoma" w:hAnsi="Tahoma" w:cs="Tahoma"/>
          <w:b/>
          <w:sz w:val="22"/>
          <w:szCs w:val="22"/>
        </w:rPr>
      </w:pPr>
      <w:r w:rsidRPr="002F1502">
        <w:rPr>
          <w:rFonts w:ascii="Tahoma" w:hAnsi="Tahoma" w:cs="Tahoma"/>
          <w:b/>
          <w:sz w:val="22"/>
          <w:szCs w:val="22"/>
        </w:rPr>
        <w:t>Allegati:</w:t>
      </w:r>
    </w:p>
    <w:p w:rsidR="00685283" w:rsidRPr="007363D2" w:rsidRDefault="00685283" w:rsidP="002F1502">
      <w:pPr>
        <w:jc w:val="both"/>
        <w:rPr>
          <w:rFonts w:ascii="Tahoma" w:hAnsi="Tahoma" w:cs="Tahoma"/>
          <w:sz w:val="22"/>
          <w:szCs w:val="22"/>
        </w:rPr>
      </w:pPr>
    </w:p>
    <w:p w:rsidR="00685283" w:rsidRPr="00F03536" w:rsidRDefault="00685283" w:rsidP="002F1502">
      <w:pPr>
        <w:pStyle w:val="ListParagraph"/>
        <w:numPr>
          <w:ilvl w:val="0"/>
          <w:numId w:val="18"/>
        </w:numPr>
        <w:jc w:val="both"/>
        <w:rPr>
          <w:rFonts w:ascii="Tahoma" w:hAnsi="Tahoma" w:cs="Tahoma"/>
          <w:i/>
          <w:sz w:val="22"/>
          <w:szCs w:val="22"/>
        </w:rPr>
      </w:pPr>
      <w:r w:rsidRPr="00F16AD2">
        <w:rPr>
          <w:rFonts w:ascii="Tahoma" w:hAnsi="Tahoma" w:cs="Tahoma"/>
          <w:b/>
          <w:sz w:val="22"/>
          <w:szCs w:val="22"/>
          <w:bdr w:val="single" w:sz="4" w:space="0" w:color="auto"/>
        </w:rPr>
        <w:t>All.1</w:t>
      </w:r>
      <w:r>
        <w:rPr>
          <w:rFonts w:ascii="Tahoma" w:hAnsi="Tahoma" w:cs="Tahoma"/>
          <w:b/>
          <w:sz w:val="22"/>
          <w:szCs w:val="22"/>
          <w:bdr w:val="single" w:sz="4" w:space="0" w:color="auto"/>
        </w:rPr>
        <w:t xml:space="preserve"> A</w:t>
      </w:r>
      <w:r>
        <w:rPr>
          <w:rFonts w:ascii="Tahoma" w:hAnsi="Tahoma" w:cs="Tahoma"/>
          <w:sz w:val="22"/>
          <w:szCs w:val="22"/>
        </w:rPr>
        <w:t xml:space="preserve"> - Mod.MFS01</w:t>
      </w:r>
      <w:r w:rsidRPr="007363D2">
        <w:rPr>
          <w:rFonts w:ascii="Tahoma" w:hAnsi="Tahoma" w:cs="Tahoma"/>
          <w:sz w:val="22"/>
          <w:szCs w:val="22"/>
        </w:rPr>
        <w:t xml:space="preserve">/2021 – </w:t>
      </w:r>
      <w:r w:rsidRPr="00F03536">
        <w:rPr>
          <w:rFonts w:ascii="Tahoma" w:hAnsi="Tahoma" w:cs="Tahoma"/>
          <w:i/>
          <w:sz w:val="22"/>
          <w:szCs w:val="22"/>
        </w:rPr>
        <w:t>Presa visione istruzioni operative da compilare e fare avere all’Ufficio Formazione IOR (</w:t>
      </w:r>
      <w:r w:rsidRPr="008D519D">
        <w:rPr>
          <w:rFonts w:ascii="Tahoma" w:hAnsi="Tahoma" w:cs="Tahoma"/>
          <w:i/>
          <w:color w:val="0000FF"/>
          <w:sz w:val="22"/>
          <w:szCs w:val="22"/>
        </w:rPr>
        <w:t>formazione@ior.it</w:t>
      </w:r>
      <w:r w:rsidRPr="00F03536">
        <w:rPr>
          <w:rFonts w:ascii="Tahoma" w:hAnsi="Tahoma" w:cs="Tahoma"/>
          <w:i/>
          <w:sz w:val="22"/>
          <w:szCs w:val="22"/>
        </w:rPr>
        <w:t>)</w:t>
      </w:r>
    </w:p>
    <w:p w:rsidR="00685283" w:rsidRPr="007363D2" w:rsidRDefault="00685283" w:rsidP="002F1502">
      <w:pPr>
        <w:jc w:val="both"/>
        <w:rPr>
          <w:rFonts w:ascii="Tahoma" w:hAnsi="Tahoma" w:cs="Tahoma"/>
          <w:sz w:val="22"/>
          <w:szCs w:val="22"/>
        </w:rPr>
      </w:pPr>
    </w:p>
    <w:p w:rsidR="00685283" w:rsidRDefault="00685283" w:rsidP="002F1502">
      <w:pPr>
        <w:pStyle w:val="ListParagraph"/>
        <w:numPr>
          <w:ilvl w:val="0"/>
          <w:numId w:val="18"/>
        </w:numPr>
        <w:jc w:val="both"/>
        <w:rPr>
          <w:rFonts w:ascii="Tahoma" w:hAnsi="Tahoma" w:cs="Tahoma"/>
          <w:i/>
          <w:sz w:val="22"/>
          <w:szCs w:val="22"/>
        </w:rPr>
      </w:pPr>
      <w:r w:rsidRPr="00F16AD2">
        <w:rPr>
          <w:rFonts w:ascii="Tahoma" w:hAnsi="Tahoma" w:cs="Tahoma"/>
          <w:b/>
          <w:sz w:val="22"/>
          <w:szCs w:val="22"/>
          <w:bdr w:val="single" w:sz="4" w:space="0" w:color="auto"/>
        </w:rPr>
        <w:t>All.2</w:t>
      </w:r>
      <w:r>
        <w:rPr>
          <w:rFonts w:ascii="Tahoma" w:hAnsi="Tahoma" w:cs="Tahoma"/>
          <w:sz w:val="22"/>
          <w:szCs w:val="22"/>
        </w:rPr>
        <w:t xml:space="preserve"> - </w:t>
      </w:r>
      <w:r w:rsidRPr="007363D2">
        <w:rPr>
          <w:rFonts w:ascii="Tahoma" w:hAnsi="Tahoma" w:cs="Tahoma"/>
          <w:sz w:val="22"/>
          <w:szCs w:val="22"/>
        </w:rPr>
        <w:t xml:space="preserve">Scheda A e Scheda C – </w:t>
      </w:r>
      <w:r w:rsidRPr="00CC2483">
        <w:rPr>
          <w:rFonts w:ascii="Tahoma" w:hAnsi="Tahoma" w:cs="Tahoma"/>
          <w:i/>
          <w:sz w:val="22"/>
          <w:szCs w:val="22"/>
        </w:rPr>
        <w:t xml:space="preserve">da compilare e far firmare al Direttore di UO ed inviare all’indirizzo indicato </w:t>
      </w:r>
      <w:r>
        <w:rPr>
          <w:rFonts w:ascii="Tahoma" w:hAnsi="Tahoma" w:cs="Tahoma"/>
          <w:sz w:val="22"/>
          <w:szCs w:val="22"/>
        </w:rPr>
        <w:t>(</w:t>
      </w:r>
      <w:hyperlink r:id="rId12" w:history="1">
        <w:r w:rsidRPr="000D04CB">
          <w:rPr>
            <w:rStyle w:val="Hyperlink"/>
            <w:rFonts w:ascii="Tahoma" w:hAnsi="Tahoma" w:cs="Tahoma"/>
            <w:sz w:val="22"/>
            <w:szCs w:val="22"/>
          </w:rPr>
          <w:t>direzione.sanitaria@ior.it</w:t>
        </w:r>
      </w:hyperlink>
      <w:r>
        <w:t>)</w:t>
      </w:r>
    </w:p>
    <w:p w:rsidR="00685283" w:rsidRDefault="00685283" w:rsidP="002F1502">
      <w:pPr>
        <w:pStyle w:val="ListParagraph"/>
        <w:ind w:left="0"/>
        <w:jc w:val="both"/>
        <w:rPr>
          <w:rFonts w:ascii="Tahoma" w:hAnsi="Tahoma" w:cs="Tahoma"/>
          <w:i/>
          <w:sz w:val="22"/>
          <w:szCs w:val="22"/>
        </w:rPr>
      </w:pPr>
    </w:p>
    <w:p w:rsidR="00685283" w:rsidRDefault="00685283" w:rsidP="002F1502">
      <w:pPr>
        <w:pStyle w:val="ListParagraph"/>
        <w:numPr>
          <w:ilvl w:val="0"/>
          <w:numId w:val="18"/>
        </w:numPr>
        <w:rPr>
          <w:rFonts w:ascii="Tahoma" w:hAnsi="Tahoma" w:cs="Tahoma"/>
          <w:sz w:val="22"/>
          <w:szCs w:val="22"/>
        </w:rPr>
      </w:pPr>
      <w:r w:rsidRPr="00F16AD2">
        <w:rPr>
          <w:rFonts w:ascii="Tahoma" w:hAnsi="Tahoma" w:cs="Tahoma"/>
          <w:b/>
          <w:sz w:val="22"/>
          <w:szCs w:val="22"/>
          <w:bdr w:val="single" w:sz="4" w:space="0" w:color="auto"/>
        </w:rPr>
        <w:t>All.3</w:t>
      </w:r>
      <w:r w:rsidRPr="00251BF5">
        <w:rPr>
          <w:rFonts w:ascii="Tahoma" w:hAnsi="Tahoma" w:cs="Tahoma"/>
          <w:sz w:val="22"/>
          <w:szCs w:val="22"/>
        </w:rPr>
        <w:t xml:space="preserve"> - Modulo richiesta credenzi</w:t>
      </w:r>
      <w:r>
        <w:rPr>
          <w:rFonts w:ascii="Tahoma" w:hAnsi="Tahoma" w:cs="Tahoma"/>
          <w:sz w:val="22"/>
          <w:szCs w:val="22"/>
        </w:rPr>
        <w:t xml:space="preserve">ali </w:t>
      </w:r>
      <w:r w:rsidRPr="00251BF5">
        <w:rPr>
          <w:rFonts w:ascii="Tahoma" w:hAnsi="Tahoma" w:cs="Tahoma"/>
          <w:sz w:val="22"/>
          <w:szCs w:val="22"/>
        </w:rPr>
        <w:t xml:space="preserve">SIR 2020 </w:t>
      </w:r>
      <w:r w:rsidRPr="00511497">
        <w:rPr>
          <w:rFonts w:ascii="Tahoma" w:hAnsi="Tahoma" w:cs="Tahoma"/>
          <w:i/>
          <w:sz w:val="22"/>
          <w:szCs w:val="22"/>
        </w:rPr>
        <w:t xml:space="preserve">(da compilare ed inviare a </w:t>
      </w:r>
      <w:hyperlink r:id="rId13" w:history="1">
        <w:r w:rsidRPr="000803C7">
          <w:rPr>
            <w:rStyle w:val="Hyperlink"/>
            <w:rFonts w:ascii="Tahoma" w:hAnsi="Tahoma" w:cs="Tahoma"/>
            <w:i/>
            <w:sz w:val="22"/>
            <w:szCs w:val="22"/>
          </w:rPr>
          <w:t>abilitazioni.ict@ior.it</w:t>
        </w:r>
      </w:hyperlink>
      <w:r w:rsidRPr="00251BF5">
        <w:rPr>
          <w:rFonts w:ascii="Tahoma" w:hAnsi="Tahoma" w:cs="Tahoma"/>
          <w:sz w:val="22"/>
          <w:szCs w:val="22"/>
        </w:rPr>
        <w:t>)</w:t>
      </w:r>
    </w:p>
    <w:p w:rsidR="00685283" w:rsidRDefault="00685283" w:rsidP="002F1502">
      <w:pPr>
        <w:pStyle w:val="ListParagraph"/>
        <w:ind w:left="0"/>
        <w:jc w:val="both"/>
        <w:rPr>
          <w:rFonts w:ascii="Tahoma" w:hAnsi="Tahoma" w:cs="Tahoma"/>
          <w:sz w:val="22"/>
          <w:szCs w:val="22"/>
        </w:rPr>
      </w:pPr>
    </w:p>
    <w:p w:rsidR="00685283" w:rsidRPr="002F1502" w:rsidRDefault="00685283" w:rsidP="002F1502">
      <w:pPr>
        <w:pStyle w:val="ListParagraph"/>
        <w:numPr>
          <w:ilvl w:val="0"/>
          <w:numId w:val="18"/>
        </w:numPr>
        <w:jc w:val="both"/>
        <w:rPr>
          <w:rFonts w:ascii="Tahoma" w:hAnsi="Tahoma"/>
          <w:b/>
          <w:sz w:val="22"/>
          <w:szCs w:val="22"/>
        </w:rPr>
      </w:pPr>
      <w:r w:rsidRPr="002F1502">
        <w:rPr>
          <w:rFonts w:ascii="Tahoma" w:hAnsi="Tahoma"/>
          <w:b/>
          <w:sz w:val="22"/>
          <w:szCs w:val="22"/>
          <w:bdr w:val="single" w:sz="4" w:space="0" w:color="auto"/>
        </w:rPr>
        <w:t xml:space="preserve">All. </w:t>
      </w:r>
      <w:smartTag w:uri="urn:schemas-microsoft-com:office:smarttags" w:element="metricconverter">
        <w:smartTagPr>
          <w:attr w:name="ProductID" w:val="3 A"/>
        </w:smartTagPr>
        <w:r w:rsidRPr="002F1502">
          <w:rPr>
            <w:rFonts w:ascii="Tahoma" w:hAnsi="Tahoma"/>
            <w:b/>
            <w:sz w:val="22"/>
            <w:szCs w:val="22"/>
            <w:bdr w:val="single" w:sz="4" w:space="0" w:color="auto"/>
          </w:rPr>
          <w:t xml:space="preserve">3 </w:t>
        </w:r>
        <w:r>
          <w:rPr>
            <w:rFonts w:ascii="Tahoma" w:hAnsi="Tahoma"/>
            <w:b/>
            <w:sz w:val="22"/>
            <w:szCs w:val="22"/>
            <w:bdr w:val="single" w:sz="4" w:space="0" w:color="auto"/>
          </w:rPr>
          <w:t>A</w:t>
        </w:r>
      </w:smartTag>
      <w:r w:rsidRPr="002F1502">
        <w:rPr>
          <w:rFonts w:ascii="Tahoma" w:hAnsi="Tahoma"/>
          <w:b/>
          <w:sz w:val="22"/>
          <w:szCs w:val="22"/>
        </w:rPr>
        <w:t xml:space="preserve"> </w:t>
      </w:r>
      <w:r>
        <w:rPr>
          <w:rFonts w:ascii="Tahoma" w:hAnsi="Tahoma"/>
          <w:sz w:val="22"/>
          <w:szCs w:val="22"/>
        </w:rPr>
        <w:t xml:space="preserve">– Modulo richiesta ritiro badge ;  </w:t>
      </w:r>
      <w:r w:rsidRPr="00B66952">
        <w:rPr>
          <w:rFonts w:ascii="Tahoma" w:hAnsi="Tahoma"/>
          <w:b/>
          <w:sz w:val="22"/>
          <w:szCs w:val="22"/>
          <w:bdr w:val="single" w:sz="4" w:space="0" w:color="auto"/>
        </w:rPr>
        <w:t>All.3</w:t>
      </w:r>
      <w:r>
        <w:rPr>
          <w:rFonts w:ascii="Tahoma" w:hAnsi="Tahoma"/>
          <w:b/>
          <w:sz w:val="22"/>
          <w:szCs w:val="22"/>
          <w:bdr w:val="single" w:sz="4" w:space="0" w:color="auto"/>
        </w:rPr>
        <w:t xml:space="preserve"> </w:t>
      </w:r>
      <w:r w:rsidRPr="00B66952">
        <w:rPr>
          <w:rFonts w:ascii="Tahoma" w:hAnsi="Tahoma"/>
          <w:b/>
          <w:sz w:val="22"/>
          <w:szCs w:val="22"/>
          <w:bdr w:val="single" w:sz="4" w:space="0" w:color="auto"/>
        </w:rPr>
        <w:t>B</w:t>
      </w:r>
      <w:r>
        <w:rPr>
          <w:rFonts w:ascii="Tahoma" w:hAnsi="Tahoma"/>
          <w:sz w:val="22"/>
          <w:szCs w:val="22"/>
        </w:rPr>
        <w:t xml:space="preserve"> Istruzioni operative utilizzo badge</w:t>
      </w:r>
    </w:p>
    <w:p w:rsidR="00685283" w:rsidRPr="007363D2" w:rsidRDefault="00685283" w:rsidP="002F1502">
      <w:pPr>
        <w:pStyle w:val="ListParagraph"/>
        <w:ind w:left="360"/>
        <w:jc w:val="both"/>
      </w:pPr>
    </w:p>
    <w:p w:rsidR="00685283" w:rsidRPr="00CC2483" w:rsidRDefault="00685283" w:rsidP="002F1502">
      <w:pPr>
        <w:pStyle w:val="ListParagraph"/>
        <w:numPr>
          <w:ilvl w:val="0"/>
          <w:numId w:val="18"/>
        </w:numPr>
        <w:jc w:val="both"/>
        <w:rPr>
          <w:rFonts w:ascii="Tahoma" w:hAnsi="Tahoma" w:cs="Tahoma"/>
          <w:i/>
          <w:sz w:val="22"/>
          <w:szCs w:val="22"/>
        </w:rPr>
      </w:pPr>
      <w:r w:rsidRPr="00F16AD2">
        <w:rPr>
          <w:rFonts w:ascii="Tahoma" w:hAnsi="Tahoma" w:cs="Tahoma"/>
          <w:b/>
          <w:sz w:val="22"/>
          <w:szCs w:val="22"/>
          <w:bdr w:val="single" w:sz="4" w:space="0" w:color="auto"/>
        </w:rPr>
        <w:t>All. 4</w:t>
      </w:r>
      <w:r w:rsidRPr="007363D2">
        <w:rPr>
          <w:rFonts w:ascii="Tahoma" w:hAnsi="Tahoma" w:cs="Tahoma"/>
          <w:sz w:val="22"/>
          <w:szCs w:val="22"/>
        </w:rPr>
        <w:t xml:space="preserve"> – Richiesta cartellino e tagliando del parcheggio – </w:t>
      </w:r>
      <w:r w:rsidRPr="00CC2483">
        <w:rPr>
          <w:rFonts w:ascii="Tahoma" w:hAnsi="Tahoma" w:cs="Tahoma"/>
          <w:i/>
          <w:sz w:val="22"/>
          <w:szCs w:val="22"/>
        </w:rPr>
        <w:t>da compilare e fare avere Affari Legali e Generali ai diretti interessati</w:t>
      </w:r>
      <w:r>
        <w:rPr>
          <w:rFonts w:ascii="Tahoma" w:hAnsi="Tahoma" w:cs="Tahoma"/>
          <w:i/>
          <w:sz w:val="22"/>
          <w:szCs w:val="22"/>
        </w:rPr>
        <w:t xml:space="preserve">  (</w:t>
      </w:r>
      <w:r w:rsidRPr="00C105CC">
        <w:rPr>
          <w:rFonts w:ascii="Tahoma" w:hAnsi="Tahoma" w:cs="Tahoma"/>
          <w:color w:val="0000FF"/>
          <w:sz w:val="22"/>
          <w:szCs w:val="22"/>
        </w:rPr>
        <w:t>sabina.sosti@ior.it  -  claudio.bacolini@ior.it</w:t>
      </w:r>
      <w:r>
        <w:rPr>
          <w:rFonts w:ascii="Tahoma" w:hAnsi="Tahoma" w:cs="Tahoma"/>
          <w:sz w:val="22"/>
          <w:szCs w:val="22"/>
        </w:rPr>
        <w:t xml:space="preserve">)   </w:t>
      </w:r>
    </w:p>
    <w:p w:rsidR="00685283" w:rsidRPr="007363D2" w:rsidRDefault="00685283" w:rsidP="002F1502">
      <w:pPr>
        <w:jc w:val="both"/>
        <w:rPr>
          <w:rFonts w:ascii="Tahoma" w:hAnsi="Tahoma" w:cs="Tahoma"/>
          <w:sz w:val="22"/>
          <w:szCs w:val="22"/>
        </w:rPr>
      </w:pPr>
    </w:p>
    <w:p w:rsidR="00685283" w:rsidRDefault="00685283" w:rsidP="002F1502">
      <w:pPr>
        <w:pStyle w:val="ListParagraph"/>
        <w:numPr>
          <w:ilvl w:val="0"/>
          <w:numId w:val="18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  <w:bdr w:val="single" w:sz="4" w:space="0" w:color="auto"/>
        </w:rPr>
        <w:t>All.</w:t>
      </w:r>
      <w:r w:rsidRPr="00F16AD2">
        <w:rPr>
          <w:rFonts w:ascii="Tahoma" w:hAnsi="Tahoma" w:cs="Tahoma"/>
          <w:b/>
          <w:sz w:val="22"/>
          <w:szCs w:val="22"/>
          <w:bdr w:val="single" w:sz="4" w:space="0" w:color="auto"/>
        </w:rPr>
        <w:t xml:space="preserve"> </w:t>
      </w:r>
      <w:r>
        <w:rPr>
          <w:rFonts w:ascii="Tahoma" w:hAnsi="Tahoma" w:cs="Tahoma"/>
          <w:b/>
          <w:sz w:val="22"/>
          <w:szCs w:val="22"/>
          <w:bdr w:val="single" w:sz="4" w:space="0" w:color="auto"/>
        </w:rPr>
        <w:t>4 bis</w:t>
      </w:r>
      <w:r w:rsidRPr="007363D2">
        <w:rPr>
          <w:rFonts w:ascii="Tahoma" w:hAnsi="Tahoma" w:cs="Tahoma"/>
          <w:sz w:val="22"/>
          <w:szCs w:val="22"/>
        </w:rPr>
        <w:t xml:space="preserve"> – Documentazione modalità di utilizzo del parcheggio</w:t>
      </w:r>
    </w:p>
    <w:p w:rsidR="00685283" w:rsidRPr="007363D2" w:rsidRDefault="00685283" w:rsidP="002F1502">
      <w:pPr>
        <w:jc w:val="both"/>
        <w:rPr>
          <w:rFonts w:ascii="Tahoma" w:hAnsi="Tahoma" w:cs="Tahoma"/>
          <w:sz w:val="22"/>
          <w:szCs w:val="22"/>
        </w:rPr>
      </w:pPr>
    </w:p>
    <w:p w:rsidR="00685283" w:rsidRDefault="00685283" w:rsidP="002F1502">
      <w:pPr>
        <w:pStyle w:val="ListParagraph"/>
        <w:numPr>
          <w:ilvl w:val="0"/>
          <w:numId w:val="18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  <w:bdr w:val="single" w:sz="4" w:space="0" w:color="auto"/>
        </w:rPr>
        <w:t>All.</w:t>
      </w:r>
      <w:r w:rsidRPr="00F16AD2">
        <w:rPr>
          <w:rFonts w:ascii="Tahoma" w:hAnsi="Tahoma" w:cs="Tahoma"/>
          <w:b/>
          <w:sz w:val="22"/>
          <w:szCs w:val="22"/>
          <w:bdr w:val="single" w:sz="4" w:space="0" w:color="auto"/>
        </w:rPr>
        <w:t xml:space="preserve"> </w:t>
      </w:r>
      <w:r>
        <w:rPr>
          <w:rFonts w:ascii="Tahoma" w:hAnsi="Tahoma" w:cs="Tahoma"/>
          <w:b/>
          <w:sz w:val="22"/>
          <w:szCs w:val="22"/>
          <w:bdr w:val="single" w:sz="4" w:space="0" w:color="auto"/>
        </w:rPr>
        <w:t>5</w:t>
      </w:r>
      <w:r w:rsidRPr="007363D2">
        <w:rPr>
          <w:rFonts w:ascii="Tahoma" w:hAnsi="Tahoma" w:cs="Tahoma"/>
          <w:sz w:val="22"/>
          <w:szCs w:val="22"/>
        </w:rPr>
        <w:t xml:space="preserve"> – Documentazione informativa sul comportamento da seguire in caso di infortunio</w:t>
      </w:r>
    </w:p>
    <w:p w:rsidR="00685283" w:rsidRDefault="00685283" w:rsidP="002F1502">
      <w:pPr>
        <w:pStyle w:val="ListParagraph"/>
        <w:ind w:left="0"/>
        <w:jc w:val="both"/>
        <w:rPr>
          <w:rFonts w:ascii="Tahoma" w:hAnsi="Tahoma" w:cs="Tahoma"/>
          <w:sz w:val="22"/>
          <w:szCs w:val="22"/>
        </w:rPr>
      </w:pPr>
    </w:p>
    <w:p w:rsidR="00685283" w:rsidRDefault="00685283" w:rsidP="002F1502">
      <w:pPr>
        <w:pStyle w:val="ListParagraph"/>
        <w:numPr>
          <w:ilvl w:val="0"/>
          <w:numId w:val="18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  <w:bdr w:val="single" w:sz="4" w:space="0" w:color="auto"/>
        </w:rPr>
        <w:t>All.6</w:t>
      </w:r>
      <w:r>
        <w:rPr>
          <w:rFonts w:ascii="Tahoma" w:hAnsi="Tahoma" w:cs="Tahoma"/>
          <w:sz w:val="22"/>
          <w:szCs w:val="22"/>
        </w:rPr>
        <w:t xml:space="preserve"> – Informativa ubicazione distributori automatici vestizioni </w:t>
      </w:r>
    </w:p>
    <w:p w:rsidR="00685283" w:rsidRDefault="00685283" w:rsidP="002F1502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685283" w:rsidRDefault="00685283" w:rsidP="006D73F7">
      <w:pPr>
        <w:jc w:val="both"/>
        <w:rPr>
          <w:rFonts w:ascii="Tahoma" w:hAnsi="Tahoma" w:cs="Tahoma"/>
          <w:sz w:val="22"/>
          <w:szCs w:val="22"/>
          <w:u w:val="single"/>
        </w:rPr>
      </w:pPr>
    </w:p>
    <w:p w:rsidR="00685283" w:rsidRDefault="00685283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685283" w:rsidRDefault="00685283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sectPr w:rsidR="00685283" w:rsidSect="0000010C">
      <w:footerReference w:type="even" r:id="rId14"/>
      <w:footerReference w:type="default" r:id="rId15"/>
      <w:pgSz w:w="11906" w:h="16838"/>
      <w:pgMar w:top="719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5283" w:rsidRDefault="00685283">
      <w:r>
        <w:separator/>
      </w:r>
    </w:p>
  </w:endnote>
  <w:endnote w:type="continuationSeparator" w:id="0">
    <w:p w:rsidR="00685283" w:rsidRDefault="006852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283" w:rsidRDefault="00685283" w:rsidP="00227D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85283" w:rsidRDefault="00685283" w:rsidP="00B839E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283" w:rsidRPr="00792A70" w:rsidRDefault="00685283" w:rsidP="00516EC9">
    <w:pPr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Ortopedia e Traumatologia – Medicina Fisica e Riabilitativa (MOD. MFS 01/2021)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>/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5283" w:rsidRDefault="00685283">
      <w:r>
        <w:separator/>
      </w:r>
    </w:p>
  </w:footnote>
  <w:footnote w:type="continuationSeparator" w:id="0">
    <w:p w:rsidR="00685283" w:rsidRDefault="006852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magine 797778043" o:spid="_x0000_i1025" type="#_x0000_t75" style="width:11.25pt;height:11.25pt;visibility:visible" o:bullet="t">
        <v:imagedata r:id="rId1" o:title=""/>
      </v:shape>
    </w:pict>
  </w:numPicBullet>
  <w:abstractNum w:abstractNumId="0">
    <w:nsid w:val="01444697"/>
    <w:multiLevelType w:val="multilevel"/>
    <w:tmpl w:val="0410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">
    <w:nsid w:val="063417D1"/>
    <w:multiLevelType w:val="hybridMultilevel"/>
    <w:tmpl w:val="C568A72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E413E5"/>
    <w:multiLevelType w:val="multilevel"/>
    <w:tmpl w:val="0410001D"/>
    <w:styleLink w:val="Stile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>
    <w:nsid w:val="1CC6043C"/>
    <w:multiLevelType w:val="hybridMultilevel"/>
    <w:tmpl w:val="3B9EA91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4BC058C"/>
    <w:multiLevelType w:val="hybridMultilevel"/>
    <w:tmpl w:val="06AEA012"/>
    <w:lvl w:ilvl="0" w:tplc="75DE3AD2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78A0A4B"/>
    <w:multiLevelType w:val="hybridMultilevel"/>
    <w:tmpl w:val="F990B540"/>
    <w:lvl w:ilvl="0" w:tplc="61BE1042"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DD42BE"/>
    <w:multiLevelType w:val="hybridMultilevel"/>
    <w:tmpl w:val="535A1B90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4D72706"/>
    <w:multiLevelType w:val="hybridMultilevel"/>
    <w:tmpl w:val="B10C985A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171CA0"/>
    <w:multiLevelType w:val="hybridMultilevel"/>
    <w:tmpl w:val="DE94771A"/>
    <w:lvl w:ilvl="0" w:tplc="0410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7AA0C76"/>
    <w:multiLevelType w:val="hybridMultilevel"/>
    <w:tmpl w:val="7BC6F54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3B309A"/>
    <w:multiLevelType w:val="hybridMultilevel"/>
    <w:tmpl w:val="E1228C9E"/>
    <w:lvl w:ilvl="0" w:tplc="61BE1042">
      <w:numFmt w:val="bullet"/>
      <w:lvlText w:val="-"/>
      <w:lvlJc w:val="left"/>
      <w:pPr>
        <w:ind w:left="900" w:hanging="360"/>
      </w:pPr>
      <w:rPr>
        <w:rFonts w:ascii="Tahoma" w:eastAsia="Times New Roman" w:hAnsi="Tahoma" w:hint="default"/>
      </w:rPr>
    </w:lvl>
    <w:lvl w:ilvl="1" w:tplc="0410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4BCE532E"/>
    <w:multiLevelType w:val="multilevel"/>
    <w:tmpl w:val="0410001D"/>
    <w:numStyleLink w:val="Stile1"/>
  </w:abstractNum>
  <w:abstractNum w:abstractNumId="12">
    <w:nsid w:val="52A13341"/>
    <w:multiLevelType w:val="multilevel"/>
    <w:tmpl w:val="0410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3">
    <w:nsid w:val="75286115"/>
    <w:multiLevelType w:val="hybridMultilevel"/>
    <w:tmpl w:val="0E0EA16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7AA0FA6"/>
    <w:multiLevelType w:val="hybridMultilevel"/>
    <w:tmpl w:val="F29E5AB0"/>
    <w:lvl w:ilvl="0" w:tplc="04100001">
      <w:start w:val="1"/>
      <w:numFmt w:val="bullet"/>
      <w:lvlText w:val=""/>
      <w:lvlJc w:val="left"/>
      <w:pPr>
        <w:tabs>
          <w:tab w:val="num" w:pos="790"/>
        </w:tabs>
        <w:ind w:left="7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15">
    <w:nsid w:val="7C3E332F"/>
    <w:multiLevelType w:val="hybridMultilevel"/>
    <w:tmpl w:val="5F9A06C2"/>
    <w:lvl w:ilvl="0" w:tplc="B1BA9A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hint="default"/>
        <w:b/>
        <w:u w:val="singl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D2D7EAC"/>
    <w:multiLevelType w:val="multilevel"/>
    <w:tmpl w:val="04100023"/>
    <w:lvl w:ilvl="0">
      <w:start w:val="1"/>
      <w:numFmt w:val="upperRoman"/>
      <w:lvlText w:val="Articolo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zione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num w:numId="1">
    <w:abstractNumId w:val="4"/>
  </w:num>
  <w:num w:numId="2">
    <w:abstractNumId w:val="15"/>
  </w:num>
  <w:num w:numId="3">
    <w:abstractNumId w:val="0"/>
  </w:num>
  <w:num w:numId="4">
    <w:abstractNumId w:val="12"/>
  </w:num>
  <w:num w:numId="5">
    <w:abstractNumId w:val="16"/>
  </w:num>
  <w:num w:numId="6">
    <w:abstractNumId w:val="2"/>
  </w:num>
  <w:num w:numId="7">
    <w:abstractNumId w:val="11"/>
  </w:num>
  <w:num w:numId="8">
    <w:abstractNumId w:val="1"/>
  </w:num>
  <w:num w:numId="9">
    <w:abstractNumId w:val="9"/>
  </w:num>
  <w:num w:numId="10">
    <w:abstractNumId w:val="7"/>
  </w:num>
  <w:num w:numId="11">
    <w:abstractNumId w:val="14"/>
  </w:num>
  <w:num w:numId="12">
    <w:abstractNumId w:val="6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5"/>
  </w:num>
  <w:num w:numId="16">
    <w:abstractNumId w:val="10"/>
  </w:num>
  <w:num w:numId="17">
    <w:abstractNumId w:val="8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485C"/>
    <w:rsid w:val="0000010C"/>
    <w:rsid w:val="00010E55"/>
    <w:rsid w:val="000130F6"/>
    <w:rsid w:val="0002008F"/>
    <w:rsid w:val="00020F2E"/>
    <w:rsid w:val="00022975"/>
    <w:rsid w:val="00025489"/>
    <w:rsid w:val="000274F8"/>
    <w:rsid w:val="00036637"/>
    <w:rsid w:val="00036E8B"/>
    <w:rsid w:val="000375D6"/>
    <w:rsid w:val="00037E84"/>
    <w:rsid w:val="00041EE5"/>
    <w:rsid w:val="00042DF2"/>
    <w:rsid w:val="00044938"/>
    <w:rsid w:val="00050503"/>
    <w:rsid w:val="000516BB"/>
    <w:rsid w:val="0005282F"/>
    <w:rsid w:val="00053557"/>
    <w:rsid w:val="00053655"/>
    <w:rsid w:val="000545F9"/>
    <w:rsid w:val="00054C7F"/>
    <w:rsid w:val="00056BB8"/>
    <w:rsid w:val="00060D1C"/>
    <w:rsid w:val="00061AE1"/>
    <w:rsid w:val="0006478D"/>
    <w:rsid w:val="00067533"/>
    <w:rsid w:val="00070891"/>
    <w:rsid w:val="00070F91"/>
    <w:rsid w:val="000803C7"/>
    <w:rsid w:val="00080523"/>
    <w:rsid w:val="000849EB"/>
    <w:rsid w:val="00085085"/>
    <w:rsid w:val="00093F84"/>
    <w:rsid w:val="00095DF9"/>
    <w:rsid w:val="000A1469"/>
    <w:rsid w:val="000A5797"/>
    <w:rsid w:val="000A7FEF"/>
    <w:rsid w:val="000B0B68"/>
    <w:rsid w:val="000B2C77"/>
    <w:rsid w:val="000B38EC"/>
    <w:rsid w:val="000B47E4"/>
    <w:rsid w:val="000C034E"/>
    <w:rsid w:val="000C100C"/>
    <w:rsid w:val="000C4C6D"/>
    <w:rsid w:val="000C66F4"/>
    <w:rsid w:val="000D04CB"/>
    <w:rsid w:val="000D7619"/>
    <w:rsid w:val="000E06FE"/>
    <w:rsid w:val="000E6BD4"/>
    <w:rsid w:val="000F0D43"/>
    <w:rsid w:val="000F7605"/>
    <w:rsid w:val="001013B1"/>
    <w:rsid w:val="00133F8F"/>
    <w:rsid w:val="00134475"/>
    <w:rsid w:val="00134ED9"/>
    <w:rsid w:val="00141F58"/>
    <w:rsid w:val="00142D61"/>
    <w:rsid w:val="00143639"/>
    <w:rsid w:val="0014392E"/>
    <w:rsid w:val="00144B9B"/>
    <w:rsid w:val="001451BA"/>
    <w:rsid w:val="00154120"/>
    <w:rsid w:val="001569FE"/>
    <w:rsid w:val="00165350"/>
    <w:rsid w:val="00170B29"/>
    <w:rsid w:val="00173616"/>
    <w:rsid w:val="00174EF5"/>
    <w:rsid w:val="0018343F"/>
    <w:rsid w:val="00184912"/>
    <w:rsid w:val="001864ED"/>
    <w:rsid w:val="001925B2"/>
    <w:rsid w:val="00193B9C"/>
    <w:rsid w:val="00197C70"/>
    <w:rsid w:val="001A02DA"/>
    <w:rsid w:val="001A13B0"/>
    <w:rsid w:val="001A5637"/>
    <w:rsid w:val="001A782F"/>
    <w:rsid w:val="001C596F"/>
    <w:rsid w:val="001C773C"/>
    <w:rsid w:val="001D259F"/>
    <w:rsid w:val="001F01D4"/>
    <w:rsid w:val="001F40C7"/>
    <w:rsid w:val="001F60DF"/>
    <w:rsid w:val="002005D3"/>
    <w:rsid w:val="002032EC"/>
    <w:rsid w:val="00207208"/>
    <w:rsid w:val="00211410"/>
    <w:rsid w:val="002178EB"/>
    <w:rsid w:val="002208F1"/>
    <w:rsid w:val="00220AC9"/>
    <w:rsid w:val="00220E2C"/>
    <w:rsid w:val="00227DE6"/>
    <w:rsid w:val="002316AA"/>
    <w:rsid w:val="00231CED"/>
    <w:rsid w:val="00234A33"/>
    <w:rsid w:val="00235BF1"/>
    <w:rsid w:val="00242137"/>
    <w:rsid w:val="00242B45"/>
    <w:rsid w:val="00251BF5"/>
    <w:rsid w:val="00251C01"/>
    <w:rsid w:val="00251F99"/>
    <w:rsid w:val="00254B03"/>
    <w:rsid w:val="00257822"/>
    <w:rsid w:val="002579A9"/>
    <w:rsid w:val="00264124"/>
    <w:rsid w:val="00265A11"/>
    <w:rsid w:val="002663B0"/>
    <w:rsid w:val="0027067C"/>
    <w:rsid w:val="00271CE2"/>
    <w:rsid w:val="00272AEA"/>
    <w:rsid w:val="00272C63"/>
    <w:rsid w:val="0027324C"/>
    <w:rsid w:val="0027611D"/>
    <w:rsid w:val="00280195"/>
    <w:rsid w:val="002802B2"/>
    <w:rsid w:val="00282B1F"/>
    <w:rsid w:val="00283A44"/>
    <w:rsid w:val="0029402B"/>
    <w:rsid w:val="00294D95"/>
    <w:rsid w:val="00296039"/>
    <w:rsid w:val="002A3FD3"/>
    <w:rsid w:val="002A50CF"/>
    <w:rsid w:val="002B277E"/>
    <w:rsid w:val="002B5C84"/>
    <w:rsid w:val="002B770D"/>
    <w:rsid w:val="002C2730"/>
    <w:rsid w:val="002C2EE2"/>
    <w:rsid w:val="002D2108"/>
    <w:rsid w:val="002D5BCE"/>
    <w:rsid w:val="002D5D6E"/>
    <w:rsid w:val="002D7F8C"/>
    <w:rsid w:val="002E0077"/>
    <w:rsid w:val="002E024A"/>
    <w:rsid w:val="002E27DA"/>
    <w:rsid w:val="002F1502"/>
    <w:rsid w:val="00300C39"/>
    <w:rsid w:val="00302831"/>
    <w:rsid w:val="0031057F"/>
    <w:rsid w:val="0031177C"/>
    <w:rsid w:val="00325BA3"/>
    <w:rsid w:val="00325C2D"/>
    <w:rsid w:val="003261B5"/>
    <w:rsid w:val="003304D9"/>
    <w:rsid w:val="00334549"/>
    <w:rsid w:val="00335CA3"/>
    <w:rsid w:val="003371D7"/>
    <w:rsid w:val="003374A2"/>
    <w:rsid w:val="0034385D"/>
    <w:rsid w:val="00346296"/>
    <w:rsid w:val="00346B8A"/>
    <w:rsid w:val="0035528A"/>
    <w:rsid w:val="00357770"/>
    <w:rsid w:val="00370BC3"/>
    <w:rsid w:val="00372EB4"/>
    <w:rsid w:val="0037584B"/>
    <w:rsid w:val="003852EB"/>
    <w:rsid w:val="00390CD3"/>
    <w:rsid w:val="003A3C50"/>
    <w:rsid w:val="003A79B1"/>
    <w:rsid w:val="003B2352"/>
    <w:rsid w:val="003B3D14"/>
    <w:rsid w:val="003B3E3D"/>
    <w:rsid w:val="003B48B9"/>
    <w:rsid w:val="003C17BA"/>
    <w:rsid w:val="003C4491"/>
    <w:rsid w:val="003D1192"/>
    <w:rsid w:val="003E176F"/>
    <w:rsid w:val="003E17A8"/>
    <w:rsid w:val="003F08DA"/>
    <w:rsid w:val="003F3A4E"/>
    <w:rsid w:val="003F584A"/>
    <w:rsid w:val="0040229D"/>
    <w:rsid w:val="00405B7F"/>
    <w:rsid w:val="00406DF8"/>
    <w:rsid w:val="004138CF"/>
    <w:rsid w:val="00414705"/>
    <w:rsid w:val="00423ED0"/>
    <w:rsid w:val="00425D59"/>
    <w:rsid w:val="00430FBD"/>
    <w:rsid w:val="00443C07"/>
    <w:rsid w:val="00450653"/>
    <w:rsid w:val="00454B0C"/>
    <w:rsid w:val="00460D9D"/>
    <w:rsid w:val="004612BD"/>
    <w:rsid w:val="00465F48"/>
    <w:rsid w:val="0046627F"/>
    <w:rsid w:val="004670CC"/>
    <w:rsid w:val="00472709"/>
    <w:rsid w:val="00477CF4"/>
    <w:rsid w:val="00480345"/>
    <w:rsid w:val="00486EDD"/>
    <w:rsid w:val="00487E0E"/>
    <w:rsid w:val="0049266C"/>
    <w:rsid w:val="00497856"/>
    <w:rsid w:val="004A4897"/>
    <w:rsid w:val="004A5C05"/>
    <w:rsid w:val="004B1C71"/>
    <w:rsid w:val="004B53FF"/>
    <w:rsid w:val="004C1879"/>
    <w:rsid w:val="004C2808"/>
    <w:rsid w:val="004C45CD"/>
    <w:rsid w:val="004C4DE2"/>
    <w:rsid w:val="004C6737"/>
    <w:rsid w:val="004C6FD8"/>
    <w:rsid w:val="004D5F08"/>
    <w:rsid w:val="004F1650"/>
    <w:rsid w:val="004F5225"/>
    <w:rsid w:val="004F5B36"/>
    <w:rsid w:val="004F5F35"/>
    <w:rsid w:val="004F6E13"/>
    <w:rsid w:val="004F7186"/>
    <w:rsid w:val="00502134"/>
    <w:rsid w:val="005023B9"/>
    <w:rsid w:val="00503CDB"/>
    <w:rsid w:val="00511497"/>
    <w:rsid w:val="00515889"/>
    <w:rsid w:val="00516EC9"/>
    <w:rsid w:val="00517F37"/>
    <w:rsid w:val="00522798"/>
    <w:rsid w:val="00522F71"/>
    <w:rsid w:val="005305E5"/>
    <w:rsid w:val="005344D9"/>
    <w:rsid w:val="005427F2"/>
    <w:rsid w:val="00545A54"/>
    <w:rsid w:val="00551765"/>
    <w:rsid w:val="00553753"/>
    <w:rsid w:val="00566743"/>
    <w:rsid w:val="005707E8"/>
    <w:rsid w:val="0057089A"/>
    <w:rsid w:val="00577CDE"/>
    <w:rsid w:val="005869CE"/>
    <w:rsid w:val="00586C50"/>
    <w:rsid w:val="00586E2B"/>
    <w:rsid w:val="005877F5"/>
    <w:rsid w:val="00593211"/>
    <w:rsid w:val="00595ECD"/>
    <w:rsid w:val="005A2620"/>
    <w:rsid w:val="005A6471"/>
    <w:rsid w:val="005B468C"/>
    <w:rsid w:val="005B485C"/>
    <w:rsid w:val="005B4A2D"/>
    <w:rsid w:val="005B79AA"/>
    <w:rsid w:val="005C0118"/>
    <w:rsid w:val="005C1794"/>
    <w:rsid w:val="005D0EE3"/>
    <w:rsid w:val="005E059A"/>
    <w:rsid w:val="005E5D90"/>
    <w:rsid w:val="005F6E98"/>
    <w:rsid w:val="006035E2"/>
    <w:rsid w:val="00605572"/>
    <w:rsid w:val="00617B6C"/>
    <w:rsid w:val="006200BF"/>
    <w:rsid w:val="00620B4C"/>
    <w:rsid w:val="00625FD5"/>
    <w:rsid w:val="00636D46"/>
    <w:rsid w:val="00640965"/>
    <w:rsid w:val="00645F0D"/>
    <w:rsid w:val="006464BD"/>
    <w:rsid w:val="006733BB"/>
    <w:rsid w:val="00685283"/>
    <w:rsid w:val="00686B48"/>
    <w:rsid w:val="00687829"/>
    <w:rsid w:val="006936D7"/>
    <w:rsid w:val="00694044"/>
    <w:rsid w:val="006A1B28"/>
    <w:rsid w:val="006A4C72"/>
    <w:rsid w:val="006A7080"/>
    <w:rsid w:val="006B3D51"/>
    <w:rsid w:val="006B68D7"/>
    <w:rsid w:val="006B69D1"/>
    <w:rsid w:val="006C1955"/>
    <w:rsid w:val="006C65B7"/>
    <w:rsid w:val="006D73F7"/>
    <w:rsid w:val="006D7933"/>
    <w:rsid w:val="006E17E5"/>
    <w:rsid w:val="006E4F46"/>
    <w:rsid w:val="006E629B"/>
    <w:rsid w:val="006E6DD8"/>
    <w:rsid w:val="006F1FAD"/>
    <w:rsid w:val="006F2EBC"/>
    <w:rsid w:val="006F32C7"/>
    <w:rsid w:val="006F5645"/>
    <w:rsid w:val="00700CAE"/>
    <w:rsid w:val="00702558"/>
    <w:rsid w:val="007155BF"/>
    <w:rsid w:val="00720303"/>
    <w:rsid w:val="00720F32"/>
    <w:rsid w:val="007230BE"/>
    <w:rsid w:val="007261E4"/>
    <w:rsid w:val="00730973"/>
    <w:rsid w:val="0073329F"/>
    <w:rsid w:val="00734500"/>
    <w:rsid w:val="00735984"/>
    <w:rsid w:val="007363D2"/>
    <w:rsid w:val="007448C7"/>
    <w:rsid w:val="00746262"/>
    <w:rsid w:val="007463F1"/>
    <w:rsid w:val="007547B8"/>
    <w:rsid w:val="007565B8"/>
    <w:rsid w:val="00772D2E"/>
    <w:rsid w:val="00774FA9"/>
    <w:rsid w:val="0078036B"/>
    <w:rsid w:val="00782FE5"/>
    <w:rsid w:val="00785B35"/>
    <w:rsid w:val="00792A70"/>
    <w:rsid w:val="007A544B"/>
    <w:rsid w:val="007A78FA"/>
    <w:rsid w:val="007B07AB"/>
    <w:rsid w:val="007B3E30"/>
    <w:rsid w:val="007C18CA"/>
    <w:rsid w:val="007C6F72"/>
    <w:rsid w:val="007D710A"/>
    <w:rsid w:val="007D785B"/>
    <w:rsid w:val="007E23EE"/>
    <w:rsid w:val="007E58A4"/>
    <w:rsid w:val="007E5C52"/>
    <w:rsid w:val="007F1FFD"/>
    <w:rsid w:val="00800814"/>
    <w:rsid w:val="00802C89"/>
    <w:rsid w:val="008034DF"/>
    <w:rsid w:val="008037AE"/>
    <w:rsid w:val="00807EDB"/>
    <w:rsid w:val="00812E8B"/>
    <w:rsid w:val="00813837"/>
    <w:rsid w:val="0081733E"/>
    <w:rsid w:val="00822BF4"/>
    <w:rsid w:val="0082697C"/>
    <w:rsid w:val="00826A45"/>
    <w:rsid w:val="008277D5"/>
    <w:rsid w:val="00827F31"/>
    <w:rsid w:val="00830A21"/>
    <w:rsid w:val="00831B19"/>
    <w:rsid w:val="0083328E"/>
    <w:rsid w:val="008505AB"/>
    <w:rsid w:val="00853B40"/>
    <w:rsid w:val="00861484"/>
    <w:rsid w:val="00864AF6"/>
    <w:rsid w:val="00870CE2"/>
    <w:rsid w:val="00872306"/>
    <w:rsid w:val="008732CC"/>
    <w:rsid w:val="00882A2D"/>
    <w:rsid w:val="00883AA3"/>
    <w:rsid w:val="00884683"/>
    <w:rsid w:val="008953FD"/>
    <w:rsid w:val="008A1398"/>
    <w:rsid w:val="008A30C1"/>
    <w:rsid w:val="008C5CF5"/>
    <w:rsid w:val="008C70D6"/>
    <w:rsid w:val="008D519D"/>
    <w:rsid w:val="008D533F"/>
    <w:rsid w:val="008E2AC3"/>
    <w:rsid w:val="008E4AAE"/>
    <w:rsid w:val="008E4DB6"/>
    <w:rsid w:val="008E56F7"/>
    <w:rsid w:val="008E65E9"/>
    <w:rsid w:val="008F4285"/>
    <w:rsid w:val="009019FA"/>
    <w:rsid w:val="0090378C"/>
    <w:rsid w:val="009108EC"/>
    <w:rsid w:val="00916510"/>
    <w:rsid w:val="009171F3"/>
    <w:rsid w:val="00920DC7"/>
    <w:rsid w:val="00921826"/>
    <w:rsid w:val="009400A1"/>
    <w:rsid w:val="0094505B"/>
    <w:rsid w:val="00960350"/>
    <w:rsid w:val="009619BA"/>
    <w:rsid w:val="00970B32"/>
    <w:rsid w:val="00972E1C"/>
    <w:rsid w:val="0097792A"/>
    <w:rsid w:val="00992993"/>
    <w:rsid w:val="00993102"/>
    <w:rsid w:val="009A7567"/>
    <w:rsid w:val="009B0291"/>
    <w:rsid w:val="009B09B8"/>
    <w:rsid w:val="009B5385"/>
    <w:rsid w:val="009B68C9"/>
    <w:rsid w:val="009C3B55"/>
    <w:rsid w:val="009D07CF"/>
    <w:rsid w:val="009D42F2"/>
    <w:rsid w:val="009D681C"/>
    <w:rsid w:val="009E1396"/>
    <w:rsid w:val="009F3CB3"/>
    <w:rsid w:val="00A02F15"/>
    <w:rsid w:val="00A07A63"/>
    <w:rsid w:val="00A16133"/>
    <w:rsid w:val="00A44A84"/>
    <w:rsid w:val="00A51BD2"/>
    <w:rsid w:val="00A521A4"/>
    <w:rsid w:val="00A53CA8"/>
    <w:rsid w:val="00A5712C"/>
    <w:rsid w:val="00A66782"/>
    <w:rsid w:val="00A700C0"/>
    <w:rsid w:val="00A85899"/>
    <w:rsid w:val="00A85B3B"/>
    <w:rsid w:val="00A91A1A"/>
    <w:rsid w:val="00A95B8E"/>
    <w:rsid w:val="00A97E6D"/>
    <w:rsid w:val="00AA3455"/>
    <w:rsid w:val="00AA3EDF"/>
    <w:rsid w:val="00AA4241"/>
    <w:rsid w:val="00AC0419"/>
    <w:rsid w:val="00AC15B3"/>
    <w:rsid w:val="00AC67E9"/>
    <w:rsid w:val="00AD18FE"/>
    <w:rsid w:val="00AD1E7F"/>
    <w:rsid w:val="00AD2C99"/>
    <w:rsid w:val="00AD6A05"/>
    <w:rsid w:val="00B0375E"/>
    <w:rsid w:val="00B14743"/>
    <w:rsid w:val="00B17599"/>
    <w:rsid w:val="00B212C5"/>
    <w:rsid w:val="00B215DB"/>
    <w:rsid w:val="00B34DFC"/>
    <w:rsid w:val="00B37381"/>
    <w:rsid w:val="00B456B3"/>
    <w:rsid w:val="00B4704A"/>
    <w:rsid w:val="00B52345"/>
    <w:rsid w:val="00B57F0A"/>
    <w:rsid w:val="00B602B0"/>
    <w:rsid w:val="00B61515"/>
    <w:rsid w:val="00B66952"/>
    <w:rsid w:val="00B72295"/>
    <w:rsid w:val="00B75FEF"/>
    <w:rsid w:val="00B839E7"/>
    <w:rsid w:val="00B918E7"/>
    <w:rsid w:val="00B92471"/>
    <w:rsid w:val="00B92F3A"/>
    <w:rsid w:val="00B949F2"/>
    <w:rsid w:val="00BA141C"/>
    <w:rsid w:val="00BA2717"/>
    <w:rsid w:val="00BB3EFA"/>
    <w:rsid w:val="00BD67D3"/>
    <w:rsid w:val="00BD7259"/>
    <w:rsid w:val="00BE1200"/>
    <w:rsid w:val="00BE50D6"/>
    <w:rsid w:val="00BF3C47"/>
    <w:rsid w:val="00BF4AF9"/>
    <w:rsid w:val="00C02EB4"/>
    <w:rsid w:val="00C06266"/>
    <w:rsid w:val="00C105CC"/>
    <w:rsid w:val="00C10C78"/>
    <w:rsid w:val="00C17A68"/>
    <w:rsid w:val="00C24580"/>
    <w:rsid w:val="00C275A9"/>
    <w:rsid w:val="00C32795"/>
    <w:rsid w:val="00C32EDF"/>
    <w:rsid w:val="00C56B28"/>
    <w:rsid w:val="00C60961"/>
    <w:rsid w:val="00C62042"/>
    <w:rsid w:val="00C6238D"/>
    <w:rsid w:val="00C6493D"/>
    <w:rsid w:val="00C75780"/>
    <w:rsid w:val="00C775A3"/>
    <w:rsid w:val="00C8052D"/>
    <w:rsid w:val="00C85BE6"/>
    <w:rsid w:val="00C91E40"/>
    <w:rsid w:val="00C92628"/>
    <w:rsid w:val="00CA49E5"/>
    <w:rsid w:val="00CA61D4"/>
    <w:rsid w:val="00CB0BE0"/>
    <w:rsid w:val="00CB247B"/>
    <w:rsid w:val="00CB5C18"/>
    <w:rsid w:val="00CB65ED"/>
    <w:rsid w:val="00CC1081"/>
    <w:rsid w:val="00CC2483"/>
    <w:rsid w:val="00CD15EE"/>
    <w:rsid w:val="00CD17F2"/>
    <w:rsid w:val="00CD1FCB"/>
    <w:rsid w:val="00CD45A4"/>
    <w:rsid w:val="00CE493F"/>
    <w:rsid w:val="00CE6400"/>
    <w:rsid w:val="00CF09A9"/>
    <w:rsid w:val="00CF4C0C"/>
    <w:rsid w:val="00CF7715"/>
    <w:rsid w:val="00D0375D"/>
    <w:rsid w:val="00D040AF"/>
    <w:rsid w:val="00D0517C"/>
    <w:rsid w:val="00D05A7A"/>
    <w:rsid w:val="00D06D93"/>
    <w:rsid w:val="00D14437"/>
    <w:rsid w:val="00D171E7"/>
    <w:rsid w:val="00D174F3"/>
    <w:rsid w:val="00D27D34"/>
    <w:rsid w:val="00D31A30"/>
    <w:rsid w:val="00D32399"/>
    <w:rsid w:val="00D32CAB"/>
    <w:rsid w:val="00D37B04"/>
    <w:rsid w:val="00D579D2"/>
    <w:rsid w:val="00D71394"/>
    <w:rsid w:val="00D75017"/>
    <w:rsid w:val="00D77908"/>
    <w:rsid w:val="00DA16D6"/>
    <w:rsid w:val="00DA1B3A"/>
    <w:rsid w:val="00DA3FD7"/>
    <w:rsid w:val="00DB081B"/>
    <w:rsid w:val="00DC40C9"/>
    <w:rsid w:val="00DD43FD"/>
    <w:rsid w:val="00DD6195"/>
    <w:rsid w:val="00DE2155"/>
    <w:rsid w:val="00DF258A"/>
    <w:rsid w:val="00DF5A08"/>
    <w:rsid w:val="00E03D77"/>
    <w:rsid w:val="00E047DF"/>
    <w:rsid w:val="00E065CB"/>
    <w:rsid w:val="00E16067"/>
    <w:rsid w:val="00E24C7C"/>
    <w:rsid w:val="00E25E1F"/>
    <w:rsid w:val="00E371AF"/>
    <w:rsid w:val="00E42064"/>
    <w:rsid w:val="00E45D91"/>
    <w:rsid w:val="00E51C61"/>
    <w:rsid w:val="00E541C3"/>
    <w:rsid w:val="00E57C12"/>
    <w:rsid w:val="00E60E85"/>
    <w:rsid w:val="00E6792F"/>
    <w:rsid w:val="00E71C0F"/>
    <w:rsid w:val="00E722A9"/>
    <w:rsid w:val="00E7469F"/>
    <w:rsid w:val="00E76F2E"/>
    <w:rsid w:val="00E93C8A"/>
    <w:rsid w:val="00E96212"/>
    <w:rsid w:val="00E96E38"/>
    <w:rsid w:val="00EA1144"/>
    <w:rsid w:val="00EA2A8F"/>
    <w:rsid w:val="00EA5A62"/>
    <w:rsid w:val="00EA638C"/>
    <w:rsid w:val="00EB6CDB"/>
    <w:rsid w:val="00EB7774"/>
    <w:rsid w:val="00EB7848"/>
    <w:rsid w:val="00EC21E7"/>
    <w:rsid w:val="00EC43C2"/>
    <w:rsid w:val="00ED100E"/>
    <w:rsid w:val="00EE09B7"/>
    <w:rsid w:val="00EF04F8"/>
    <w:rsid w:val="00EF4D75"/>
    <w:rsid w:val="00F024C9"/>
    <w:rsid w:val="00F03536"/>
    <w:rsid w:val="00F05543"/>
    <w:rsid w:val="00F110F3"/>
    <w:rsid w:val="00F13D4C"/>
    <w:rsid w:val="00F16AD2"/>
    <w:rsid w:val="00F2777E"/>
    <w:rsid w:val="00F3442E"/>
    <w:rsid w:val="00F37864"/>
    <w:rsid w:val="00F41350"/>
    <w:rsid w:val="00F54088"/>
    <w:rsid w:val="00F56C0C"/>
    <w:rsid w:val="00F67E3E"/>
    <w:rsid w:val="00F71120"/>
    <w:rsid w:val="00F734D0"/>
    <w:rsid w:val="00F75D04"/>
    <w:rsid w:val="00F80A91"/>
    <w:rsid w:val="00F87F36"/>
    <w:rsid w:val="00FA3320"/>
    <w:rsid w:val="00FB02BD"/>
    <w:rsid w:val="00FB5B3D"/>
    <w:rsid w:val="00FB5CD5"/>
    <w:rsid w:val="00FC1AB6"/>
    <w:rsid w:val="00FD0291"/>
    <w:rsid w:val="00FF4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hone"/>
  <w:smartTagType w:namespaceuri="urn:schemas-microsoft-com:office:smarttags" w:name="time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D93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A61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3616"/>
    <w:rPr>
      <w:rFonts w:cs="Times New Roman"/>
      <w:sz w:val="2"/>
    </w:rPr>
  </w:style>
  <w:style w:type="character" w:styleId="Hyperlink">
    <w:name w:val="Hyperlink"/>
    <w:basedOn w:val="DefaultParagraphFont"/>
    <w:uiPriority w:val="99"/>
    <w:rsid w:val="0027067C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B839E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73616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B839E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B839E7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73616"/>
    <w:rPr>
      <w:rFonts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EF4D7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173616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EF4D75"/>
    <w:rPr>
      <w:rFonts w:cs="Times New Roman"/>
      <w:vertAlign w:val="superscript"/>
    </w:rPr>
  </w:style>
  <w:style w:type="character" w:customStyle="1" w:styleId="object">
    <w:name w:val="object"/>
    <w:basedOn w:val="DefaultParagraphFont"/>
    <w:uiPriority w:val="99"/>
    <w:rsid w:val="0006478D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A02F15"/>
    <w:rPr>
      <w:rFonts w:cs="Times New Roman"/>
      <w:i/>
    </w:rPr>
  </w:style>
  <w:style w:type="paragraph" w:styleId="ListParagraph">
    <w:name w:val="List Paragraph"/>
    <w:basedOn w:val="Normal"/>
    <w:uiPriority w:val="99"/>
    <w:qFormat/>
    <w:rsid w:val="00515889"/>
    <w:pPr>
      <w:ind w:left="720"/>
      <w:contextualSpacing/>
    </w:pPr>
  </w:style>
  <w:style w:type="numbering" w:customStyle="1" w:styleId="Stile1">
    <w:name w:val="Stile1"/>
    <w:rsid w:val="004B6968"/>
    <w:pPr>
      <w:numPr>
        <w:numId w:val="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567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7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56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6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6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567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7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7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7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mailto:abilitazioni.ict@ior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mailto:direzione.sanitaria@ior.it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bilitazioni.ict@ior.it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mailto:direzione.sanitaria@ior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formazione@ior.it" TargetMode="Externa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2</Pages>
  <Words>735</Words>
  <Characters>4191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SETTORE DIREZIONE – SERVIZIO GESTIONE RISORSE UMANE</dc:title>
  <dc:subject/>
  <dc:creator>malpassi</dc:creator>
  <cp:keywords/>
  <dc:description/>
  <cp:lastModifiedBy>Paltrinieri</cp:lastModifiedBy>
  <cp:revision>7</cp:revision>
  <cp:lastPrinted>2025-06-18T14:08:00Z</cp:lastPrinted>
  <dcterms:created xsi:type="dcterms:W3CDTF">2025-05-06T12:06:00Z</dcterms:created>
  <dcterms:modified xsi:type="dcterms:W3CDTF">2025-06-18T14:09:00Z</dcterms:modified>
</cp:coreProperties>
</file>